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C22" w:rsidRDefault="008F69CA" w:rsidP="00F46C22">
      <w:pPr>
        <w:tabs>
          <w:tab w:val="left" w:pos="851"/>
          <w:tab w:val="num" w:pos="1287"/>
          <w:tab w:val="left" w:pos="3544"/>
        </w:tabs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lang w:val="en-US"/>
        </w:rPr>
        <w:tab/>
      </w:r>
      <w:r>
        <w:rPr>
          <w:rFonts w:ascii="Arial" w:hAnsi="Arial" w:cs="Arial"/>
          <w:sz w:val="16"/>
          <w:szCs w:val="16"/>
          <w:lang w:val="en-US"/>
        </w:rPr>
        <w:tab/>
      </w:r>
    </w:p>
    <w:p w:rsidR="00F46C22" w:rsidRPr="00485B2C" w:rsidRDefault="00F46C22" w:rsidP="00F46C22">
      <w:pPr>
        <w:tabs>
          <w:tab w:val="left" w:pos="851"/>
          <w:tab w:val="num" w:pos="1287"/>
          <w:tab w:val="left" w:pos="3544"/>
        </w:tabs>
        <w:jc w:val="right"/>
        <w:rPr>
          <w:rFonts w:ascii="Arial" w:hAnsi="Arial" w:cs="Arial"/>
          <w:b/>
          <w:bCs/>
          <w:iCs/>
          <w:sz w:val="18"/>
          <w:szCs w:val="18"/>
        </w:rPr>
      </w:pPr>
      <w:r>
        <w:rPr>
          <w:rFonts w:ascii="Arial" w:hAnsi="Arial" w:cs="Arial"/>
          <w:b/>
          <w:bCs/>
          <w:iCs/>
          <w:sz w:val="18"/>
          <w:szCs w:val="18"/>
        </w:rPr>
        <w:t>Приложение №6</w:t>
      </w:r>
      <w:r w:rsidRPr="00485B2C">
        <w:rPr>
          <w:rFonts w:ascii="Arial" w:hAnsi="Arial" w:cs="Arial"/>
          <w:b/>
          <w:bCs/>
          <w:iCs/>
          <w:sz w:val="18"/>
          <w:szCs w:val="18"/>
        </w:rPr>
        <w:t xml:space="preserve"> к техническому заданию</w:t>
      </w:r>
    </w:p>
    <w:p w:rsidR="00F46C22" w:rsidRPr="00485B2C" w:rsidRDefault="00F46C22" w:rsidP="00F46C22">
      <w:pPr>
        <w:tabs>
          <w:tab w:val="left" w:pos="851"/>
          <w:tab w:val="num" w:pos="1287"/>
          <w:tab w:val="left" w:pos="3544"/>
        </w:tabs>
        <w:jc w:val="right"/>
        <w:rPr>
          <w:rFonts w:ascii="Arial" w:hAnsi="Arial" w:cs="Arial"/>
          <w:b/>
          <w:bCs/>
          <w:iCs/>
          <w:sz w:val="18"/>
          <w:szCs w:val="18"/>
        </w:rPr>
      </w:pPr>
      <w:r w:rsidRPr="00485B2C">
        <w:rPr>
          <w:rFonts w:ascii="Arial" w:hAnsi="Arial" w:cs="Arial"/>
          <w:b/>
          <w:bCs/>
          <w:iCs/>
          <w:sz w:val="18"/>
          <w:szCs w:val="18"/>
        </w:rPr>
        <w:t xml:space="preserve">на выполнение работ по </w:t>
      </w:r>
      <w:r>
        <w:rPr>
          <w:rFonts w:ascii="Arial" w:hAnsi="Arial" w:cs="Arial"/>
          <w:b/>
          <w:bCs/>
          <w:iCs/>
          <w:sz w:val="18"/>
          <w:szCs w:val="18"/>
        </w:rPr>
        <w:t>модернизации тепловых сетей</w:t>
      </w:r>
    </w:p>
    <w:p w:rsidR="00F46C22" w:rsidRDefault="00F46C22" w:rsidP="00F46C22">
      <w:pPr>
        <w:tabs>
          <w:tab w:val="left" w:pos="851"/>
          <w:tab w:val="num" w:pos="1287"/>
          <w:tab w:val="left" w:pos="3544"/>
        </w:tabs>
        <w:jc w:val="right"/>
        <w:rPr>
          <w:rFonts w:ascii="Arial" w:hAnsi="Arial" w:cs="Arial"/>
          <w:b/>
          <w:bCs/>
          <w:iCs/>
          <w:sz w:val="18"/>
          <w:szCs w:val="18"/>
        </w:rPr>
      </w:pPr>
      <w:r w:rsidRPr="00485B2C">
        <w:rPr>
          <w:rFonts w:ascii="Arial" w:hAnsi="Arial" w:cs="Arial"/>
          <w:b/>
          <w:bCs/>
          <w:iCs/>
          <w:sz w:val="18"/>
          <w:szCs w:val="18"/>
        </w:rPr>
        <w:t xml:space="preserve">Магистраль Октябрьского проспекта </w:t>
      </w:r>
    </w:p>
    <w:p w:rsidR="00F46C22" w:rsidRPr="00485B2C" w:rsidRDefault="00F46C22" w:rsidP="00F46C22">
      <w:pPr>
        <w:tabs>
          <w:tab w:val="left" w:pos="851"/>
          <w:tab w:val="num" w:pos="1287"/>
          <w:tab w:val="left" w:pos="3544"/>
        </w:tabs>
        <w:jc w:val="right"/>
        <w:rPr>
          <w:rFonts w:ascii="Arial" w:hAnsi="Arial" w:cs="Arial"/>
          <w:b/>
          <w:bCs/>
          <w:iCs/>
          <w:sz w:val="18"/>
          <w:szCs w:val="18"/>
        </w:rPr>
      </w:pPr>
    </w:p>
    <w:p w:rsidR="00122093" w:rsidRDefault="00F46C22" w:rsidP="00F46C22">
      <w:pPr>
        <w:tabs>
          <w:tab w:val="left" w:pos="851"/>
          <w:tab w:val="num" w:pos="1287"/>
          <w:tab w:val="left" w:pos="3544"/>
        </w:tabs>
        <w:jc w:val="center"/>
        <w:rPr>
          <w:rFonts w:ascii="Arial" w:hAnsi="Arial" w:cs="Arial"/>
          <w:b/>
          <w:bCs/>
          <w:iCs/>
        </w:rPr>
      </w:pPr>
      <w:r w:rsidRPr="00485B2C">
        <w:rPr>
          <w:rFonts w:ascii="Arial" w:hAnsi="Arial" w:cs="Arial"/>
          <w:b/>
          <w:bCs/>
          <w:iCs/>
          <w:u w:val="single"/>
        </w:rPr>
        <w:t>Тепловая камера ТК</w:t>
      </w:r>
      <w:r>
        <w:rPr>
          <w:rFonts w:ascii="Arial" w:hAnsi="Arial" w:cs="Arial"/>
          <w:b/>
          <w:bCs/>
          <w:iCs/>
          <w:u w:val="single"/>
        </w:rPr>
        <w:t>24</w:t>
      </w:r>
    </w:p>
    <w:p w:rsidR="00F46C22" w:rsidRPr="00F46C22" w:rsidRDefault="00F46C22" w:rsidP="00F46C22">
      <w:pPr>
        <w:tabs>
          <w:tab w:val="left" w:pos="851"/>
          <w:tab w:val="num" w:pos="1287"/>
          <w:tab w:val="left" w:pos="3544"/>
        </w:tabs>
        <w:jc w:val="center"/>
        <w:rPr>
          <w:rFonts w:ascii="Arial" w:hAnsi="Arial" w:cs="Arial"/>
          <w:b/>
          <w:bCs/>
          <w:iCs/>
        </w:rPr>
      </w:pPr>
    </w:p>
    <w:tbl>
      <w:tblPr>
        <w:tblW w:w="9854" w:type="dxa"/>
        <w:tblInd w:w="5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38"/>
        <w:gridCol w:w="7616"/>
      </w:tblGrid>
      <w:tr w:rsidR="00613178" w:rsidRPr="007D6B58" w:rsidTr="00F46C22">
        <w:tc>
          <w:tcPr>
            <w:tcW w:w="2238" w:type="dxa"/>
            <w:shd w:val="clear" w:color="auto" w:fill="CCCCCC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D6B58">
              <w:rPr>
                <w:rFonts w:ascii="Arial" w:hAnsi="Arial" w:cs="Arial"/>
                <w:b/>
                <w:sz w:val="18"/>
                <w:szCs w:val="18"/>
              </w:rPr>
              <w:t>Перечень основных данных и требований</w:t>
            </w:r>
          </w:p>
        </w:tc>
        <w:tc>
          <w:tcPr>
            <w:tcW w:w="7616" w:type="dxa"/>
            <w:shd w:val="clear" w:color="auto" w:fill="CCCCCC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D6B58">
              <w:rPr>
                <w:rFonts w:ascii="Arial" w:hAnsi="Arial" w:cs="Arial"/>
                <w:b/>
                <w:sz w:val="18"/>
                <w:szCs w:val="18"/>
              </w:rPr>
              <w:t>Содержание основных данных и требований</w:t>
            </w:r>
          </w:p>
          <w:p w:rsidR="00613178" w:rsidRPr="007D6B58" w:rsidRDefault="00613178" w:rsidP="0068078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13178" w:rsidRPr="007D6B58" w:rsidTr="00F46C22">
        <w:tc>
          <w:tcPr>
            <w:tcW w:w="2238" w:type="dxa"/>
            <w:vAlign w:val="center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6B5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16" w:type="dxa"/>
            <w:vAlign w:val="center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6B58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8B48BE" w:rsidRPr="007D6B58" w:rsidTr="00F46C22">
        <w:trPr>
          <w:trHeight w:val="461"/>
        </w:trPr>
        <w:tc>
          <w:tcPr>
            <w:tcW w:w="2238" w:type="dxa"/>
          </w:tcPr>
          <w:p w:rsidR="008B48BE" w:rsidRPr="005747DE" w:rsidRDefault="008B48BE">
            <w:pPr>
              <w:rPr>
                <w:rFonts w:ascii="Arial" w:hAnsi="Arial" w:cs="Arial"/>
              </w:rPr>
            </w:pPr>
            <w:r w:rsidRPr="0085761F">
              <w:rPr>
                <w:rFonts w:ascii="Arial" w:hAnsi="Arial" w:cs="Arial"/>
              </w:rPr>
              <w:t>9. Состав и виды работ, выполняемых подрядчиком</w:t>
            </w:r>
          </w:p>
        </w:tc>
        <w:tc>
          <w:tcPr>
            <w:tcW w:w="7616" w:type="dxa"/>
          </w:tcPr>
          <w:p w:rsidR="00F81F37" w:rsidRDefault="00004D16" w:rsidP="00F81F37">
            <w:pPr>
              <w:pStyle w:val="affc"/>
              <w:tabs>
                <w:tab w:val="left" w:pos="37"/>
                <w:tab w:val="left" w:pos="321"/>
              </w:tabs>
              <w:ind w:left="37"/>
              <w:jc w:val="both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Тепловая камера ТК24</w:t>
            </w:r>
            <w:r w:rsidR="00F81F37" w:rsidRPr="003A344D">
              <w:rPr>
                <w:rFonts w:ascii="Arial" w:hAnsi="Arial" w:cs="Arial"/>
                <w:b/>
                <w:color w:val="000000"/>
              </w:rPr>
              <w:t xml:space="preserve"> (Часть</w:t>
            </w:r>
            <w:r w:rsidR="003E7FD9" w:rsidRPr="003A344D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F81F37" w:rsidRPr="003A344D">
              <w:rPr>
                <w:rFonts w:ascii="Arial" w:hAnsi="Arial" w:cs="Arial"/>
                <w:b/>
                <w:color w:val="000000"/>
              </w:rPr>
              <w:t>1</w:t>
            </w:r>
            <w:r w:rsidR="007E2679">
              <w:rPr>
                <w:rFonts w:ascii="Arial" w:hAnsi="Arial" w:cs="Arial"/>
                <w:b/>
                <w:color w:val="000000"/>
              </w:rPr>
              <w:t xml:space="preserve"> – со стороны ул. Московская</w:t>
            </w:r>
            <w:r w:rsidR="00F81F37" w:rsidRPr="003A344D">
              <w:rPr>
                <w:rFonts w:ascii="Arial" w:hAnsi="Arial" w:cs="Arial"/>
                <w:b/>
                <w:color w:val="000000"/>
              </w:rPr>
              <w:t>):</w:t>
            </w:r>
          </w:p>
          <w:p w:rsidR="00004D16" w:rsidRPr="003A344D" w:rsidRDefault="00004D16" w:rsidP="00004D16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num" w:pos="179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t xml:space="preserve">Демонтаж плит перекрытия ТК, балки несущей </w:t>
            </w:r>
            <w:r>
              <w:rPr>
                <w:rFonts w:ascii="Arial" w:hAnsi="Arial" w:cs="Arial"/>
                <w:color w:val="000000"/>
              </w:rPr>
              <w:t xml:space="preserve">железобетонной (450х600) L=2,9 </w:t>
            </w:r>
            <w:r w:rsidRPr="003A344D">
              <w:rPr>
                <w:rFonts w:ascii="Arial" w:hAnsi="Arial" w:cs="Arial"/>
                <w:color w:val="000000"/>
              </w:rPr>
              <w:t>м (</w:t>
            </w:r>
            <w:r w:rsidR="003B4126">
              <w:rPr>
                <w:rFonts w:ascii="Arial" w:hAnsi="Arial" w:cs="Arial"/>
                <w:color w:val="000000"/>
              </w:rPr>
              <w:t xml:space="preserve">фактические размеры </w:t>
            </w:r>
            <w:r w:rsidRPr="003A344D">
              <w:rPr>
                <w:rFonts w:ascii="Arial" w:hAnsi="Arial" w:cs="Arial"/>
                <w:color w:val="000000"/>
              </w:rPr>
              <w:t>в свету)</w:t>
            </w:r>
            <w:r>
              <w:rPr>
                <w:rFonts w:ascii="Arial" w:hAnsi="Arial" w:cs="Arial"/>
                <w:color w:val="000000"/>
              </w:rPr>
              <w:t xml:space="preserve">  </w:t>
            </w:r>
            <w:r w:rsidRPr="003A344D">
              <w:rPr>
                <w:rFonts w:ascii="Arial" w:hAnsi="Arial" w:cs="Arial"/>
                <w:color w:val="000000"/>
              </w:rPr>
              <w:t xml:space="preserve"> - (1 </w:t>
            </w:r>
            <w:proofErr w:type="spellStart"/>
            <w:proofErr w:type="gramStart"/>
            <w:r w:rsidRPr="003A344D">
              <w:rPr>
                <w:rFonts w:ascii="Arial" w:hAnsi="Arial" w:cs="Arial"/>
                <w:color w:val="000000"/>
              </w:rPr>
              <w:t>шт</w:t>
            </w:r>
            <w:proofErr w:type="spellEnd"/>
            <w:proofErr w:type="gramEnd"/>
            <w:r w:rsidRPr="003A344D">
              <w:rPr>
                <w:rFonts w:ascii="Arial" w:hAnsi="Arial" w:cs="Arial"/>
                <w:color w:val="000000"/>
              </w:rPr>
              <w:t>)</w:t>
            </w:r>
            <w:r>
              <w:rPr>
                <w:rFonts w:ascii="Arial" w:hAnsi="Arial" w:cs="Arial"/>
                <w:color w:val="000000"/>
              </w:rPr>
              <w:t>.</w:t>
            </w:r>
          </w:p>
          <w:p w:rsidR="00004D16" w:rsidRDefault="00004D16" w:rsidP="00004D16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num" w:pos="179"/>
                <w:tab w:val="left" w:pos="321"/>
                <w:tab w:val="left" w:pos="462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 w:rsidRPr="00003912">
              <w:rPr>
                <w:rFonts w:ascii="Arial" w:hAnsi="Arial" w:cs="Arial"/>
                <w:color w:val="000000"/>
              </w:rPr>
              <w:t>Монтаж  плит перекрытия (100% новых плит с установкой (при необходимости) железобетонных элементов (</w:t>
            </w:r>
            <w:proofErr w:type="spellStart"/>
            <w:r w:rsidRPr="00003912">
              <w:rPr>
                <w:rFonts w:ascii="Arial" w:hAnsi="Arial" w:cs="Arial"/>
                <w:color w:val="000000"/>
              </w:rPr>
              <w:t>доборные</w:t>
            </w:r>
            <w:proofErr w:type="spellEnd"/>
            <w:r w:rsidRPr="00003912">
              <w:rPr>
                <w:rFonts w:ascii="Arial" w:hAnsi="Arial" w:cs="Arial"/>
                <w:color w:val="000000"/>
              </w:rPr>
              <w:t xml:space="preserve"> кольца, стеновые кольца и т.д.)).</w:t>
            </w:r>
          </w:p>
          <w:p w:rsidR="00004D16" w:rsidRPr="00334511" w:rsidRDefault="00004D16" w:rsidP="00004D16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 w:rsidRPr="00334511">
              <w:rPr>
                <w:rFonts w:ascii="Arial" w:hAnsi="Arial" w:cs="Arial"/>
                <w:color w:val="000000"/>
              </w:rPr>
              <w:t>Монтаж балки несущей жел</w:t>
            </w:r>
            <w:r>
              <w:rPr>
                <w:rFonts w:ascii="Arial" w:hAnsi="Arial" w:cs="Arial"/>
                <w:color w:val="000000"/>
              </w:rPr>
              <w:t>езобетонной</w:t>
            </w:r>
            <w:r w:rsidRPr="00334511">
              <w:rPr>
                <w:rFonts w:ascii="Arial" w:hAnsi="Arial" w:cs="Arial"/>
                <w:color w:val="000000"/>
              </w:rPr>
              <w:t xml:space="preserve"> с учетом </w:t>
            </w:r>
            <w:proofErr w:type="spellStart"/>
            <w:r w:rsidRPr="00334511">
              <w:rPr>
                <w:rFonts w:ascii="Arial" w:hAnsi="Arial" w:cs="Arial"/>
                <w:color w:val="000000"/>
              </w:rPr>
              <w:t>опирания</w:t>
            </w:r>
            <w:proofErr w:type="spellEnd"/>
            <w:r w:rsidRPr="00334511">
              <w:rPr>
                <w:rFonts w:ascii="Arial" w:hAnsi="Arial" w:cs="Arial"/>
                <w:color w:val="000000"/>
              </w:rPr>
              <w:t xml:space="preserve"> не мене</w:t>
            </w:r>
            <w:r>
              <w:rPr>
                <w:rFonts w:ascii="Arial" w:hAnsi="Arial" w:cs="Arial"/>
                <w:color w:val="000000"/>
              </w:rPr>
              <w:t xml:space="preserve">е 250мм с каждой стороны балки </w:t>
            </w:r>
            <w:r w:rsidRPr="00334511">
              <w:rPr>
                <w:rFonts w:ascii="Arial" w:hAnsi="Arial" w:cs="Arial"/>
                <w:color w:val="000000"/>
              </w:rPr>
              <w:t>(1 шт.)</w:t>
            </w:r>
            <w:r>
              <w:rPr>
                <w:rFonts w:ascii="Arial" w:hAnsi="Arial" w:cs="Arial"/>
                <w:color w:val="000000"/>
              </w:rPr>
              <w:t>.</w:t>
            </w:r>
          </w:p>
          <w:p w:rsidR="00004D16" w:rsidRPr="003A344D" w:rsidRDefault="00004D16" w:rsidP="00004D16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num" w:pos="179"/>
                <w:tab w:val="left" w:pos="321"/>
                <w:tab w:val="left" w:pos="462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t xml:space="preserve">Замена люков (при необходимости) – </w:t>
            </w:r>
            <w:r>
              <w:rPr>
                <w:rFonts w:ascii="Arial" w:hAnsi="Arial" w:cs="Arial"/>
                <w:color w:val="000000"/>
              </w:rPr>
              <w:t>4</w:t>
            </w:r>
            <w:r w:rsidRPr="003A344D">
              <w:rPr>
                <w:rFonts w:ascii="Arial" w:hAnsi="Arial" w:cs="Arial"/>
                <w:color w:val="000000"/>
              </w:rPr>
              <w:t xml:space="preserve"> шт.</w:t>
            </w:r>
          </w:p>
          <w:p w:rsidR="00004D16" w:rsidRPr="003A344D" w:rsidRDefault="00004D16" w:rsidP="00004D16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 w:hanging="284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Демонтаж лестниц - 4</w:t>
            </w:r>
            <w:r w:rsidRPr="003A344D">
              <w:rPr>
                <w:rFonts w:ascii="Arial" w:hAnsi="Arial" w:cs="Arial"/>
                <w:color w:val="000000"/>
              </w:rPr>
              <w:t xml:space="preserve"> шт. Монтаж новых - </w:t>
            </w:r>
            <w:r>
              <w:rPr>
                <w:rFonts w:ascii="Arial" w:hAnsi="Arial" w:cs="Arial"/>
                <w:color w:val="000000"/>
              </w:rPr>
              <w:t>4</w:t>
            </w:r>
            <w:r w:rsidRPr="003A344D">
              <w:rPr>
                <w:rFonts w:ascii="Arial" w:hAnsi="Arial" w:cs="Arial"/>
                <w:color w:val="000000"/>
              </w:rPr>
              <w:t xml:space="preserve">шт. </w:t>
            </w:r>
            <w:r w:rsidRPr="003A344D">
              <w:rPr>
                <w:rFonts w:ascii="Arial" w:hAnsi="Arial" w:cs="Arial"/>
                <w:color w:val="000000"/>
                <w:lang w:val="en-US"/>
              </w:rPr>
              <w:t>L</w:t>
            </w:r>
            <w:r w:rsidRPr="003A344D">
              <w:rPr>
                <w:rFonts w:ascii="Arial" w:hAnsi="Arial" w:cs="Arial"/>
                <w:color w:val="000000"/>
              </w:rPr>
              <w:t>=</w:t>
            </w:r>
            <w:r>
              <w:rPr>
                <w:rFonts w:ascii="Arial" w:hAnsi="Arial" w:cs="Arial"/>
                <w:color w:val="000000"/>
              </w:rPr>
              <w:t>2,4</w:t>
            </w:r>
            <w:r w:rsidRPr="003A344D">
              <w:rPr>
                <w:rFonts w:ascii="Arial" w:hAnsi="Arial" w:cs="Arial"/>
                <w:color w:val="000000"/>
              </w:rPr>
              <w:t>м</w:t>
            </w:r>
          </w:p>
          <w:p w:rsidR="00004D16" w:rsidRDefault="00004D16" w:rsidP="00004D16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t xml:space="preserve">Устройство </w:t>
            </w:r>
            <w:proofErr w:type="spellStart"/>
            <w:r>
              <w:rPr>
                <w:rFonts w:ascii="Arial" w:hAnsi="Arial" w:cs="Arial"/>
                <w:color w:val="000000"/>
              </w:rPr>
              <w:t>оклеичной</w:t>
            </w:r>
            <w:proofErr w:type="spellEnd"/>
            <w:r w:rsidRPr="003A344D">
              <w:rPr>
                <w:rFonts w:ascii="Arial" w:hAnsi="Arial" w:cs="Arial"/>
                <w:color w:val="000000"/>
              </w:rPr>
              <w:t xml:space="preserve"> гидроизоляции плит перекрытия.</w:t>
            </w:r>
          </w:p>
          <w:p w:rsidR="00004D16" w:rsidRPr="003B4126" w:rsidRDefault="00004D16" w:rsidP="00004D16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 w:rsidRPr="003B4126">
              <w:rPr>
                <w:rFonts w:ascii="Arial" w:hAnsi="Arial" w:cs="Arial"/>
                <w:color w:val="000000"/>
              </w:rPr>
              <w:t>Замена железобетонной балки над</w:t>
            </w:r>
            <w:r w:rsidR="003B4126" w:rsidRPr="003B4126">
              <w:rPr>
                <w:rFonts w:ascii="Arial" w:hAnsi="Arial" w:cs="Arial"/>
                <w:color w:val="000000"/>
              </w:rPr>
              <w:t xml:space="preserve"> проемом канала на ответвлении 220х260х2400 (фактические размеры в свету)</w:t>
            </w:r>
            <w:r w:rsidRPr="003B4126">
              <w:rPr>
                <w:rFonts w:ascii="Arial" w:hAnsi="Arial" w:cs="Arial"/>
                <w:color w:val="000000"/>
              </w:rPr>
              <w:t xml:space="preserve"> </w:t>
            </w:r>
            <w:r w:rsidR="003B4126">
              <w:rPr>
                <w:rFonts w:ascii="Arial" w:hAnsi="Arial" w:cs="Arial"/>
                <w:color w:val="000000"/>
              </w:rPr>
              <w:t xml:space="preserve">на </w:t>
            </w:r>
            <w:proofErr w:type="gramStart"/>
            <w:r w:rsidR="003B4126">
              <w:rPr>
                <w:rFonts w:ascii="Arial" w:hAnsi="Arial" w:cs="Arial"/>
                <w:color w:val="000000"/>
              </w:rPr>
              <w:t>новую</w:t>
            </w:r>
            <w:proofErr w:type="gramEnd"/>
            <w:r w:rsidR="003B4126">
              <w:rPr>
                <w:rFonts w:ascii="Arial" w:hAnsi="Arial" w:cs="Arial"/>
                <w:color w:val="000000"/>
              </w:rPr>
              <w:t xml:space="preserve"> </w:t>
            </w:r>
            <w:r w:rsidRPr="003B4126">
              <w:rPr>
                <w:rFonts w:ascii="Arial" w:hAnsi="Arial" w:cs="Arial"/>
                <w:color w:val="000000"/>
              </w:rPr>
              <w:t>– 1 шт.</w:t>
            </w:r>
          </w:p>
          <w:p w:rsidR="00004D16" w:rsidRPr="003B4126" w:rsidRDefault="00004D16" w:rsidP="003B4126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left" w:pos="321"/>
              </w:tabs>
              <w:ind w:left="0" w:firstLine="0"/>
              <w:jc w:val="both"/>
              <w:rPr>
                <w:rFonts w:ascii="Arial" w:hAnsi="Arial" w:cs="Arial"/>
                <w:color w:val="000000"/>
              </w:rPr>
            </w:pPr>
            <w:r w:rsidRPr="003B4126">
              <w:rPr>
                <w:rFonts w:ascii="Arial" w:hAnsi="Arial" w:cs="Arial"/>
                <w:color w:val="000000"/>
              </w:rPr>
              <w:t xml:space="preserve">Демонтаж </w:t>
            </w:r>
            <w:r w:rsidR="003B4126">
              <w:rPr>
                <w:rFonts w:ascii="Arial" w:hAnsi="Arial" w:cs="Arial"/>
                <w:color w:val="000000"/>
              </w:rPr>
              <w:t xml:space="preserve">железобетонной </w:t>
            </w:r>
            <w:r w:rsidR="003B4126" w:rsidRPr="003B4126">
              <w:rPr>
                <w:rFonts w:ascii="Arial" w:hAnsi="Arial" w:cs="Arial"/>
                <w:color w:val="000000"/>
              </w:rPr>
              <w:t>балки</w:t>
            </w:r>
            <w:r w:rsidRPr="003B4126">
              <w:rPr>
                <w:rFonts w:ascii="Arial" w:hAnsi="Arial" w:cs="Arial"/>
                <w:color w:val="000000"/>
              </w:rPr>
              <w:t xml:space="preserve"> (h=120мм), установленной на железобетонной балке над проемом канала на ответвлении – 1шт.</w:t>
            </w:r>
            <w:r w:rsidR="003B4126" w:rsidRPr="003B4126">
              <w:rPr>
                <w:rFonts w:ascii="Arial" w:hAnsi="Arial" w:cs="Arial"/>
                <w:color w:val="000000"/>
              </w:rPr>
              <w:t xml:space="preserve">  Взамен балки устройство монолитного пояса (h=120, L=2900мм)</w:t>
            </w:r>
            <w:r w:rsidR="003B4126">
              <w:rPr>
                <w:rFonts w:ascii="Arial" w:hAnsi="Arial" w:cs="Arial"/>
                <w:color w:val="000000"/>
              </w:rPr>
              <w:t>.</w:t>
            </w:r>
          </w:p>
          <w:p w:rsidR="00F36EE2" w:rsidRPr="00F36EE2" w:rsidRDefault="00004D16" w:rsidP="00F36EE2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 w:rsidRPr="00F36EE2">
              <w:rPr>
                <w:rFonts w:ascii="Arial" w:hAnsi="Arial" w:cs="Arial"/>
                <w:color w:val="000000"/>
              </w:rPr>
              <w:t>Замена магистрального трубопровода Ду</w:t>
            </w:r>
            <w:r w:rsidR="00F36EE2" w:rsidRPr="00F36EE2">
              <w:rPr>
                <w:rFonts w:ascii="Arial" w:hAnsi="Arial" w:cs="Arial"/>
                <w:color w:val="000000"/>
              </w:rPr>
              <w:t>5</w:t>
            </w:r>
            <w:r w:rsidRPr="00F36EE2">
              <w:rPr>
                <w:rFonts w:ascii="Arial" w:hAnsi="Arial" w:cs="Arial"/>
                <w:color w:val="000000"/>
              </w:rPr>
              <w:t>00мм L=6 м.</w:t>
            </w:r>
          </w:p>
          <w:p w:rsidR="00F36EE2" w:rsidRDefault="00F36EE2" w:rsidP="00004D16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Замена </w:t>
            </w:r>
            <w:proofErr w:type="spellStart"/>
            <w:r>
              <w:rPr>
                <w:rFonts w:ascii="Arial" w:hAnsi="Arial" w:cs="Arial"/>
                <w:color w:val="000000"/>
              </w:rPr>
              <w:t>спускников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на магистральном трубопроводе Ду100мм – 2 шт.</w:t>
            </w:r>
          </w:p>
          <w:p w:rsidR="00F36EE2" w:rsidRDefault="00F36EE2" w:rsidP="00004D16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Устройство спускного трубопровода Ду100мм ориентировочно L=6м.</w:t>
            </w:r>
          </w:p>
          <w:p w:rsidR="00004D16" w:rsidRPr="003A344D" w:rsidRDefault="00004D16" w:rsidP="00004D16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left" w:pos="321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t xml:space="preserve">Трубопровод </w:t>
            </w:r>
            <w:r w:rsidR="00F36EE2">
              <w:rPr>
                <w:rFonts w:ascii="Arial" w:hAnsi="Arial" w:cs="Arial"/>
                <w:color w:val="000000"/>
              </w:rPr>
              <w:t>Ду200</w:t>
            </w:r>
            <w:r>
              <w:rPr>
                <w:rFonts w:ascii="Arial" w:hAnsi="Arial" w:cs="Arial"/>
                <w:color w:val="000000"/>
              </w:rPr>
              <w:t xml:space="preserve">мм </w:t>
            </w:r>
            <w:r w:rsidRPr="003A344D">
              <w:rPr>
                <w:rFonts w:ascii="Arial" w:hAnsi="Arial" w:cs="Arial"/>
                <w:color w:val="000000"/>
              </w:rPr>
              <w:t xml:space="preserve">в сторону </w:t>
            </w:r>
            <w:r w:rsidR="00F36EE2">
              <w:rPr>
                <w:rFonts w:ascii="Arial" w:hAnsi="Arial" w:cs="Arial"/>
                <w:color w:val="000000"/>
              </w:rPr>
              <w:t>пр. Первомайского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3A344D">
              <w:rPr>
                <w:rFonts w:ascii="Arial" w:hAnsi="Arial" w:cs="Arial"/>
                <w:color w:val="000000"/>
              </w:rPr>
              <w:t xml:space="preserve"> (</w:t>
            </w:r>
            <w:r w:rsidR="00F36EE2">
              <w:rPr>
                <w:rFonts w:ascii="Arial" w:hAnsi="Arial" w:cs="Arial"/>
                <w:color w:val="000000"/>
              </w:rPr>
              <w:t>правое</w:t>
            </w:r>
            <w:r>
              <w:rPr>
                <w:rFonts w:ascii="Arial" w:hAnsi="Arial" w:cs="Arial"/>
                <w:color w:val="000000"/>
              </w:rPr>
              <w:t xml:space="preserve"> ответвление по ходу движения теплоносителя</w:t>
            </w:r>
            <w:r w:rsidRPr="003A344D">
              <w:rPr>
                <w:rFonts w:ascii="Arial" w:hAnsi="Arial" w:cs="Arial"/>
                <w:color w:val="000000"/>
              </w:rPr>
              <w:t>):</w:t>
            </w:r>
          </w:p>
          <w:p w:rsidR="00004D16" w:rsidRDefault="00004D16" w:rsidP="00004D16">
            <w:pPr>
              <w:pStyle w:val="affc"/>
              <w:numPr>
                <w:ilvl w:val="0"/>
                <w:numId w:val="37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t>Замена трубопроводов  Ду</w:t>
            </w:r>
            <w:r w:rsidR="00F36EE2">
              <w:rPr>
                <w:rFonts w:ascii="Arial" w:hAnsi="Arial" w:cs="Arial"/>
                <w:color w:val="000000"/>
              </w:rPr>
              <w:t>20</w:t>
            </w:r>
            <w:r w:rsidRPr="003A344D">
              <w:rPr>
                <w:rFonts w:ascii="Arial" w:hAnsi="Arial" w:cs="Arial"/>
                <w:color w:val="000000"/>
              </w:rPr>
              <w:t xml:space="preserve">0мм </w:t>
            </w:r>
            <w:r w:rsidRPr="003A344D">
              <w:rPr>
                <w:rFonts w:ascii="Arial" w:hAnsi="Arial" w:cs="Arial"/>
                <w:color w:val="000000"/>
                <w:lang w:val="en-US"/>
              </w:rPr>
              <w:t>L</w:t>
            </w:r>
            <w:r w:rsidRPr="003A344D">
              <w:rPr>
                <w:rFonts w:ascii="Arial" w:hAnsi="Arial" w:cs="Arial"/>
                <w:color w:val="000000"/>
              </w:rPr>
              <w:t>=</w:t>
            </w:r>
            <w:r w:rsidR="00F36EE2">
              <w:rPr>
                <w:rFonts w:ascii="Arial" w:hAnsi="Arial" w:cs="Arial"/>
                <w:color w:val="000000"/>
              </w:rPr>
              <w:t>6,4</w:t>
            </w:r>
            <w:r w:rsidRPr="003A344D">
              <w:rPr>
                <w:rFonts w:ascii="Arial" w:hAnsi="Arial" w:cs="Arial"/>
                <w:color w:val="000000"/>
              </w:rPr>
              <w:t xml:space="preserve">м. с устройством на подающем и обратном трубопроводе отводов ориентировочно </w:t>
            </w:r>
            <w:r w:rsidR="00F36EE2">
              <w:rPr>
                <w:rFonts w:ascii="Arial" w:hAnsi="Arial" w:cs="Arial"/>
                <w:color w:val="000000"/>
              </w:rPr>
              <w:t xml:space="preserve">4 шт. и </w:t>
            </w:r>
            <w:proofErr w:type="spellStart"/>
            <w:r w:rsidR="00F36EE2">
              <w:rPr>
                <w:rFonts w:ascii="Arial" w:hAnsi="Arial" w:cs="Arial"/>
                <w:color w:val="000000"/>
              </w:rPr>
              <w:t>полуотводов</w:t>
            </w:r>
            <w:proofErr w:type="spellEnd"/>
            <w:r w:rsidR="00F36EE2">
              <w:rPr>
                <w:rFonts w:ascii="Arial" w:hAnsi="Arial" w:cs="Arial"/>
                <w:color w:val="000000"/>
              </w:rPr>
              <w:t xml:space="preserve"> ориентировочно 45 град. 2 шт.</w:t>
            </w:r>
            <w:r w:rsidRPr="003A344D">
              <w:rPr>
                <w:rFonts w:ascii="Arial" w:hAnsi="Arial" w:cs="Arial"/>
                <w:color w:val="000000"/>
              </w:rPr>
              <w:t xml:space="preserve"> </w:t>
            </w:r>
          </w:p>
          <w:p w:rsidR="00004D16" w:rsidRPr="003A344D" w:rsidRDefault="00004D16" w:rsidP="00004D16">
            <w:pPr>
              <w:pStyle w:val="affc"/>
              <w:numPr>
                <w:ilvl w:val="0"/>
                <w:numId w:val="37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t>Замена</w:t>
            </w:r>
            <w:r w:rsidR="00F36EE2">
              <w:rPr>
                <w:rFonts w:ascii="Arial" w:hAnsi="Arial" w:cs="Arial"/>
                <w:color w:val="000000"/>
              </w:rPr>
              <w:t xml:space="preserve"> запорной арматуры диаметром Ду15</w:t>
            </w:r>
            <w:r w:rsidRPr="003A344D">
              <w:rPr>
                <w:rFonts w:ascii="Arial" w:hAnsi="Arial" w:cs="Arial"/>
                <w:color w:val="000000"/>
              </w:rPr>
              <w:t xml:space="preserve">0мм – 2 </w:t>
            </w:r>
            <w:proofErr w:type="spellStart"/>
            <w:proofErr w:type="gramStart"/>
            <w:r w:rsidRPr="003A344D">
              <w:rPr>
                <w:rFonts w:ascii="Arial" w:hAnsi="Arial" w:cs="Arial"/>
                <w:color w:val="000000"/>
              </w:rPr>
              <w:t>шт</w:t>
            </w:r>
            <w:proofErr w:type="spellEnd"/>
            <w:proofErr w:type="gramEnd"/>
            <w:r w:rsidRPr="003A344D">
              <w:rPr>
                <w:rFonts w:ascii="Arial" w:hAnsi="Arial" w:cs="Arial"/>
                <w:color w:val="000000"/>
              </w:rPr>
              <w:t xml:space="preserve"> на краны шаровые </w:t>
            </w:r>
            <w:proofErr w:type="spellStart"/>
            <w:r w:rsidRPr="003A344D">
              <w:rPr>
                <w:rFonts w:ascii="Arial" w:hAnsi="Arial" w:cs="Arial"/>
                <w:color w:val="000000"/>
              </w:rPr>
              <w:t>полнопроходные</w:t>
            </w:r>
            <w:proofErr w:type="spellEnd"/>
            <w:r w:rsidRPr="003A344D">
              <w:rPr>
                <w:rFonts w:ascii="Arial" w:hAnsi="Arial" w:cs="Arial"/>
                <w:color w:val="000000"/>
              </w:rPr>
              <w:t xml:space="preserve">  с редуктором Ду</w:t>
            </w:r>
            <w:r w:rsidR="00F36EE2">
              <w:rPr>
                <w:rFonts w:ascii="Arial" w:hAnsi="Arial" w:cs="Arial"/>
                <w:color w:val="000000"/>
              </w:rPr>
              <w:t>20</w:t>
            </w:r>
            <w:r w:rsidRPr="003A344D">
              <w:rPr>
                <w:rFonts w:ascii="Arial" w:hAnsi="Arial" w:cs="Arial"/>
                <w:color w:val="000000"/>
              </w:rPr>
              <w:t>0 мм Ру25 кгс/см2 - 2 шт.</w:t>
            </w:r>
          </w:p>
          <w:p w:rsidR="00004D16" w:rsidRDefault="00004D16" w:rsidP="00004D16">
            <w:pPr>
              <w:pStyle w:val="affc"/>
              <w:numPr>
                <w:ilvl w:val="0"/>
                <w:numId w:val="37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t>Установка на подающем трубопроводе Ду</w:t>
            </w:r>
            <w:r w:rsidR="00F36EE2">
              <w:rPr>
                <w:rFonts w:ascii="Arial" w:hAnsi="Arial" w:cs="Arial"/>
                <w:color w:val="000000"/>
              </w:rPr>
              <w:t>20</w:t>
            </w:r>
            <w:r w:rsidRPr="003A344D">
              <w:rPr>
                <w:rFonts w:ascii="Arial" w:hAnsi="Arial" w:cs="Arial"/>
                <w:color w:val="000000"/>
              </w:rPr>
              <w:t xml:space="preserve">0 </w:t>
            </w:r>
            <w:r w:rsidR="00F46C22">
              <w:rPr>
                <w:rFonts w:ascii="Arial" w:hAnsi="Arial" w:cs="Arial"/>
                <w:color w:val="000000"/>
              </w:rPr>
              <w:t>затвора поворотного дискового запорно-регулирующего</w:t>
            </w:r>
            <w:r w:rsidRPr="003A344D">
              <w:rPr>
                <w:rFonts w:ascii="Arial" w:hAnsi="Arial" w:cs="Arial"/>
                <w:color w:val="000000"/>
              </w:rPr>
              <w:t xml:space="preserve"> Ду</w:t>
            </w:r>
            <w:r w:rsidR="00F36EE2">
              <w:rPr>
                <w:rFonts w:ascii="Arial" w:hAnsi="Arial" w:cs="Arial"/>
                <w:color w:val="000000"/>
              </w:rPr>
              <w:t>20</w:t>
            </w:r>
            <w:r w:rsidR="00F46C22">
              <w:rPr>
                <w:rFonts w:ascii="Arial" w:hAnsi="Arial" w:cs="Arial"/>
                <w:color w:val="000000"/>
              </w:rPr>
              <w:t>0 мм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F46C22">
              <w:rPr>
                <w:rFonts w:ascii="Arial" w:hAnsi="Arial" w:cs="Arial"/>
                <w:color w:val="000000"/>
              </w:rPr>
              <w:t>(Ру25</w:t>
            </w:r>
            <w:r w:rsidR="00F46C22" w:rsidRPr="009B120A">
              <w:rPr>
                <w:rFonts w:ascii="Arial" w:hAnsi="Arial" w:cs="Arial"/>
                <w:color w:val="000000"/>
              </w:rPr>
              <w:t>кгс/см</w:t>
            </w:r>
            <w:proofErr w:type="gramStart"/>
            <w:r w:rsidR="00F46C22" w:rsidRPr="009B120A">
              <w:rPr>
                <w:rFonts w:ascii="Arial" w:hAnsi="Arial" w:cs="Arial"/>
                <w:color w:val="000000"/>
              </w:rPr>
              <w:t>2</w:t>
            </w:r>
            <w:proofErr w:type="gramEnd"/>
            <w:r w:rsidR="00F46C22">
              <w:rPr>
                <w:rFonts w:ascii="Arial" w:hAnsi="Arial" w:cs="Arial"/>
                <w:color w:val="000000"/>
              </w:rPr>
              <w:t xml:space="preserve">, управление ручное – через редуктор, присоединение – под приварку) </w:t>
            </w:r>
            <w:r>
              <w:rPr>
                <w:rFonts w:ascii="Arial" w:hAnsi="Arial" w:cs="Arial"/>
                <w:color w:val="000000"/>
              </w:rPr>
              <w:t>- 1</w:t>
            </w:r>
            <w:r w:rsidRPr="003A344D">
              <w:rPr>
                <w:rFonts w:ascii="Arial" w:hAnsi="Arial" w:cs="Arial"/>
                <w:color w:val="000000"/>
              </w:rPr>
              <w:t xml:space="preserve"> шт. </w:t>
            </w:r>
            <w:r w:rsidR="00F46C22" w:rsidRPr="009B120A">
              <w:rPr>
                <w:rFonts w:ascii="Arial" w:hAnsi="Arial" w:cs="Arial"/>
                <w:color w:val="000000"/>
              </w:rPr>
              <w:t xml:space="preserve">До и после запорно-регулирующего </w:t>
            </w:r>
            <w:r w:rsidR="00F46C22">
              <w:rPr>
                <w:rFonts w:ascii="Arial" w:hAnsi="Arial" w:cs="Arial"/>
                <w:color w:val="000000"/>
              </w:rPr>
              <w:t>затвора</w:t>
            </w:r>
            <w:r w:rsidR="00F46C22" w:rsidRPr="009B120A">
              <w:rPr>
                <w:rFonts w:ascii="Arial" w:hAnsi="Arial" w:cs="Arial"/>
                <w:color w:val="000000"/>
              </w:rPr>
              <w:t xml:space="preserve"> предусмотреть врезки штуцеров с запорной арматурой для установки манометров</w:t>
            </w:r>
            <w:r w:rsidR="00F46C22">
              <w:rPr>
                <w:rFonts w:ascii="Arial" w:hAnsi="Arial" w:cs="Arial"/>
                <w:color w:val="000000"/>
              </w:rPr>
              <w:t>.</w:t>
            </w:r>
          </w:p>
          <w:p w:rsidR="00BD6A77" w:rsidRPr="00BD6A77" w:rsidRDefault="00BD6A77" w:rsidP="00BD6A77">
            <w:pPr>
              <w:pStyle w:val="affc"/>
              <w:numPr>
                <w:ilvl w:val="0"/>
                <w:numId w:val="37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t xml:space="preserve">Установка на </w:t>
            </w:r>
            <w:r>
              <w:rPr>
                <w:rFonts w:ascii="Arial" w:hAnsi="Arial" w:cs="Arial"/>
                <w:color w:val="000000"/>
              </w:rPr>
              <w:t>обратном</w:t>
            </w:r>
            <w:r w:rsidRPr="003A344D">
              <w:rPr>
                <w:rFonts w:ascii="Arial" w:hAnsi="Arial" w:cs="Arial"/>
                <w:color w:val="000000"/>
              </w:rPr>
              <w:t xml:space="preserve"> трубопроводе Ду</w:t>
            </w:r>
            <w:r>
              <w:rPr>
                <w:rFonts w:ascii="Arial" w:hAnsi="Arial" w:cs="Arial"/>
                <w:color w:val="000000"/>
              </w:rPr>
              <w:t>20</w:t>
            </w:r>
            <w:r w:rsidRPr="003A344D">
              <w:rPr>
                <w:rFonts w:ascii="Arial" w:hAnsi="Arial" w:cs="Arial"/>
                <w:color w:val="000000"/>
              </w:rPr>
              <w:t xml:space="preserve">0 </w:t>
            </w:r>
            <w:r w:rsidR="00F46C22">
              <w:rPr>
                <w:rFonts w:ascii="Arial" w:hAnsi="Arial" w:cs="Arial"/>
                <w:color w:val="000000"/>
              </w:rPr>
              <w:t>затвора поворотного дискового запорно-регулирующего</w:t>
            </w:r>
            <w:r w:rsidRPr="003A344D">
              <w:rPr>
                <w:rFonts w:ascii="Arial" w:hAnsi="Arial" w:cs="Arial"/>
                <w:color w:val="000000"/>
              </w:rPr>
              <w:t xml:space="preserve"> Ду</w:t>
            </w:r>
            <w:r>
              <w:rPr>
                <w:rFonts w:ascii="Arial" w:hAnsi="Arial" w:cs="Arial"/>
                <w:color w:val="000000"/>
              </w:rPr>
              <w:t>150 мм</w:t>
            </w:r>
            <w:r w:rsidR="00F46C22">
              <w:rPr>
                <w:rFonts w:ascii="Arial" w:hAnsi="Arial" w:cs="Arial"/>
                <w:color w:val="000000"/>
              </w:rPr>
              <w:t xml:space="preserve"> (Ру25</w:t>
            </w:r>
            <w:r w:rsidR="00F46C22" w:rsidRPr="009B120A">
              <w:rPr>
                <w:rFonts w:ascii="Arial" w:hAnsi="Arial" w:cs="Arial"/>
                <w:color w:val="000000"/>
              </w:rPr>
              <w:t>кгс/см</w:t>
            </w:r>
            <w:proofErr w:type="gramStart"/>
            <w:r w:rsidR="00F46C22" w:rsidRPr="009B120A">
              <w:rPr>
                <w:rFonts w:ascii="Arial" w:hAnsi="Arial" w:cs="Arial"/>
                <w:color w:val="000000"/>
              </w:rPr>
              <w:t>2</w:t>
            </w:r>
            <w:proofErr w:type="gramEnd"/>
            <w:r w:rsidR="00F46C22">
              <w:rPr>
                <w:rFonts w:ascii="Arial" w:hAnsi="Arial" w:cs="Arial"/>
                <w:color w:val="000000"/>
              </w:rPr>
              <w:t xml:space="preserve">, управление ручное – через редуктор, присоединение – под приварку) </w:t>
            </w:r>
            <w:r>
              <w:rPr>
                <w:rFonts w:ascii="Arial" w:hAnsi="Arial" w:cs="Arial"/>
                <w:color w:val="000000"/>
              </w:rPr>
              <w:t>- 1</w:t>
            </w:r>
            <w:r w:rsidRPr="003A344D">
              <w:rPr>
                <w:rFonts w:ascii="Arial" w:hAnsi="Arial" w:cs="Arial"/>
                <w:color w:val="000000"/>
              </w:rPr>
              <w:t xml:space="preserve"> шт. </w:t>
            </w:r>
            <w:r w:rsidR="00F46C22" w:rsidRPr="009B120A">
              <w:rPr>
                <w:rFonts w:ascii="Arial" w:hAnsi="Arial" w:cs="Arial"/>
                <w:color w:val="000000"/>
              </w:rPr>
              <w:t xml:space="preserve">До и после запорно-регулирующего </w:t>
            </w:r>
            <w:r w:rsidR="00F46C22">
              <w:rPr>
                <w:rFonts w:ascii="Arial" w:hAnsi="Arial" w:cs="Arial"/>
                <w:color w:val="000000"/>
              </w:rPr>
              <w:t>затвора</w:t>
            </w:r>
            <w:r w:rsidR="00F46C22" w:rsidRPr="009B120A">
              <w:rPr>
                <w:rFonts w:ascii="Arial" w:hAnsi="Arial" w:cs="Arial"/>
                <w:color w:val="000000"/>
              </w:rPr>
              <w:t xml:space="preserve"> предусмотреть врезки штуцеров с запорной арматурой для установки манометров</w:t>
            </w:r>
            <w:r w:rsidR="00F46C22">
              <w:rPr>
                <w:rFonts w:ascii="Arial" w:hAnsi="Arial" w:cs="Arial"/>
                <w:color w:val="000000"/>
              </w:rPr>
              <w:t>.</w:t>
            </w:r>
          </w:p>
          <w:p w:rsidR="00004D16" w:rsidRDefault="00004D16" w:rsidP="00004D16">
            <w:pPr>
              <w:pStyle w:val="affc"/>
              <w:numPr>
                <w:ilvl w:val="0"/>
                <w:numId w:val="37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t xml:space="preserve">Устройство врезок для приборов КИП (манометры на Ру25 кгс/см2  2 </w:t>
            </w:r>
            <w:proofErr w:type="spellStart"/>
            <w:proofErr w:type="gramStart"/>
            <w:r w:rsidRPr="003A344D">
              <w:rPr>
                <w:rFonts w:ascii="Arial" w:hAnsi="Arial" w:cs="Arial"/>
                <w:color w:val="000000"/>
              </w:rPr>
              <w:t>шт</w:t>
            </w:r>
            <w:proofErr w:type="spellEnd"/>
            <w:proofErr w:type="gramEnd"/>
            <w:r w:rsidRPr="003A344D">
              <w:rPr>
                <w:rFonts w:ascii="Arial" w:hAnsi="Arial" w:cs="Arial"/>
                <w:color w:val="000000"/>
              </w:rPr>
              <w:t xml:space="preserve"> + штуцера для установки крана шарового под манометр- </w:t>
            </w:r>
            <w:r>
              <w:rPr>
                <w:rFonts w:ascii="Arial" w:hAnsi="Arial" w:cs="Arial"/>
                <w:color w:val="000000"/>
              </w:rPr>
              <w:t>3</w:t>
            </w:r>
            <w:r w:rsidRPr="003A344D">
              <w:rPr>
                <w:rFonts w:ascii="Arial" w:hAnsi="Arial" w:cs="Arial"/>
                <w:color w:val="000000"/>
              </w:rPr>
              <w:t xml:space="preserve"> шт., термометры на t=160 град с бобышками – 2 шт.)</w:t>
            </w:r>
          </w:p>
          <w:p w:rsidR="00F36EE2" w:rsidRDefault="00F36EE2" w:rsidP="00F36EE2">
            <w:pPr>
              <w:pStyle w:val="affc"/>
              <w:tabs>
                <w:tab w:val="left" w:pos="37"/>
                <w:tab w:val="left" w:pos="321"/>
              </w:tabs>
              <w:ind w:left="37"/>
              <w:jc w:val="both"/>
              <w:rPr>
                <w:rFonts w:ascii="Arial" w:hAnsi="Arial" w:cs="Arial"/>
                <w:b/>
                <w:color w:val="000000"/>
              </w:rPr>
            </w:pPr>
          </w:p>
          <w:p w:rsidR="00004D16" w:rsidRPr="00F46C22" w:rsidRDefault="00F36EE2" w:rsidP="00F46C22">
            <w:pPr>
              <w:pStyle w:val="affc"/>
              <w:tabs>
                <w:tab w:val="left" w:pos="37"/>
                <w:tab w:val="left" w:pos="321"/>
              </w:tabs>
              <w:ind w:left="37"/>
              <w:jc w:val="both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Тепловая камера ТК24</w:t>
            </w:r>
            <w:r w:rsidRPr="003A344D">
              <w:rPr>
                <w:rFonts w:ascii="Arial" w:hAnsi="Arial" w:cs="Arial"/>
                <w:b/>
                <w:color w:val="000000"/>
              </w:rPr>
              <w:t xml:space="preserve"> (Часть 2</w:t>
            </w:r>
            <w:r>
              <w:rPr>
                <w:rFonts w:ascii="Arial" w:hAnsi="Arial" w:cs="Arial"/>
                <w:b/>
                <w:color w:val="000000"/>
              </w:rPr>
              <w:t xml:space="preserve"> – со стороны ул. Ленинградской</w:t>
            </w:r>
            <w:r w:rsidRPr="003A344D">
              <w:rPr>
                <w:rFonts w:ascii="Arial" w:hAnsi="Arial" w:cs="Arial"/>
                <w:b/>
                <w:color w:val="000000"/>
              </w:rPr>
              <w:t>):</w:t>
            </w:r>
          </w:p>
          <w:p w:rsidR="00053647" w:rsidRPr="00053647" w:rsidRDefault="00053647" w:rsidP="00053647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num" w:pos="179"/>
                <w:tab w:val="left" w:pos="321"/>
                <w:tab w:val="left" w:pos="462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Демонтаж плит перекрытия ТК.</w:t>
            </w:r>
          </w:p>
          <w:p w:rsidR="00053647" w:rsidRPr="003A344D" w:rsidRDefault="00053647" w:rsidP="00053647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num" w:pos="179"/>
                <w:tab w:val="left" w:pos="321"/>
                <w:tab w:val="left" w:pos="462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 w:rsidRPr="00053647">
              <w:rPr>
                <w:rFonts w:ascii="Arial" w:hAnsi="Arial" w:cs="Arial"/>
                <w:color w:val="000000"/>
              </w:rPr>
              <w:t>Монтаж  плит перекрытия (100% новых плит с установкой (при необходимости) железобетонных элементов (</w:t>
            </w:r>
            <w:proofErr w:type="spellStart"/>
            <w:r w:rsidRPr="00053647">
              <w:rPr>
                <w:rFonts w:ascii="Arial" w:hAnsi="Arial" w:cs="Arial"/>
                <w:color w:val="000000"/>
              </w:rPr>
              <w:t>доборные</w:t>
            </w:r>
            <w:proofErr w:type="spellEnd"/>
            <w:r w:rsidRPr="00053647">
              <w:rPr>
                <w:rFonts w:ascii="Arial" w:hAnsi="Arial" w:cs="Arial"/>
                <w:color w:val="000000"/>
              </w:rPr>
              <w:t xml:space="preserve"> кольца, стеновые кольца и т.д.)).</w:t>
            </w:r>
          </w:p>
          <w:p w:rsidR="00053647" w:rsidRPr="003A344D" w:rsidRDefault="00053647" w:rsidP="00053647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num" w:pos="179"/>
                <w:tab w:val="left" w:pos="321"/>
                <w:tab w:val="left" w:pos="462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t>Замена люков (при необходимости) – 2 шт.</w:t>
            </w:r>
          </w:p>
          <w:p w:rsidR="00053647" w:rsidRPr="003A344D" w:rsidRDefault="00053647" w:rsidP="00053647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 w:hanging="284"/>
              <w:jc w:val="both"/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t xml:space="preserve">Демонтаж лестниц - 2 шт. Монтаж новых - 2шт. </w:t>
            </w:r>
            <w:r w:rsidRPr="003A344D">
              <w:rPr>
                <w:rFonts w:ascii="Arial" w:hAnsi="Arial" w:cs="Arial"/>
                <w:color w:val="000000"/>
                <w:lang w:val="en-US"/>
              </w:rPr>
              <w:t>L</w:t>
            </w:r>
            <w:r>
              <w:rPr>
                <w:rFonts w:ascii="Arial" w:hAnsi="Arial" w:cs="Arial"/>
                <w:color w:val="000000"/>
              </w:rPr>
              <w:t>=</w:t>
            </w:r>
            <w:r w:rsidR="00003912">
              <w:rPr>
                <w:rFonts w:ascii="Arial" w:hAnsi="Arial" w:cs="Arial"/>
                <w:color w:val="000000"/>
              </w:rPr>
              <w:t>2</w:t>
            </w:r>
            <w:r>
              <w:rPr>
                <w:rFonts w:ascii="Arial" w:hAnsi="Arial" w:cs="Arial"/>
                <w:color w:val="000000"/>
              </w:rPr>
              <w:t>,4</w:t>
            </w:r>
            <w:r w:rsidRPr="003A344D">
              <w:rPr>
                <w:rFonts w:ascii="Arial" w:hAnsi="Arial" w:cs="Arial"/>
                <w:color w:val="000000"/>
              </w:rPr>
              <w:t>м</w:t>
            </w:r>
          </w:p>
          <w:p w:rsidR="00053647" w:rsidRDefault="00053647" w:rsidP="00053647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Устройство </w:t>
            </w:r>
            <w:proofErr w:type="spellStart"/>
            <w:r>
              <w:rPr>
                <w:rFonts w:ascii="Arial" w:hAnsi="Arial" w:cs="Arial"/>
                <w:color w:val="000000"/>
              </w:rPr>
              <w:t>оклеичной</w:t>
            </w:r>
            <w:proofErr w:type="spellEnd"/>
            <w:r w:rsidRPr="003A344D">
              <w:rPr>
                <w:rFonts w:ascii="Arial" w:hAnsi="Arial" w:cs="Arial"/>
                <w:color w:val="000000"/>
              </w:rPr>
              <w:t xml:space="preserve"> гидроизоляции плит перекрытия.</w:t>
            </w:r>
          </w:p>
          <w:p w:rsidR="00D65EDE" w:rsidRPr="003A344D" w:rsidRDefault="00D65EDE" w:rsidP="00053647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Pr="003B4126">
              <w:rPr>
                <w:rFonts w:ascii="Arial" w:hAnsi="Arial" w:cs="Arial"/>
                <w:color w:val="000000"/>
              </w:rPr>
              <w:t>Замена блока над проемом</w:t>
            </w:r>
            <w:r w:rsidR="003B4126" w:rsidRPr="003B4126">
              <w:rPr>
                <w:rFonts w:ascii="Arial" w:hAnsi="Arial" w:cs="Arial"/>
                <w:color w:val="000000"/>
              </w:rPr>
              <w:t xml:space="preserve"> магистрального трубопровода</w:t>
            </w:r>
            <w:r w:rsidRPr="003B4126">
              <w:rPr>
                <w:rFonts w:ascii="Arial" w:hAnsi="Arial" w:cs="Arial"/>
                <w:color w:val="000000"/>
              </w:rPr>
              <w:t xml:space="preserve"> </w:t>
            </w:r>
            <w:r w:rsidR="003B4126" w:rsidRPr="003B4126">
              <w:rPr>
                <w:rFonts w:ascii="Arial" w:hAnsi="Arial" w:cs="Arial"/>
                <w:color w:val="000000"/>
              </w:rPr>
              <w:t xml:space="preserve">на аналогичный </w:t>
            </w:r>
            <w:r w:rsidRPr="003B4126">
              <w:rPr>
                <w:rFonts w:ascii="Arial" w:hAnsi="Arial" w:cs="Arial"/>
                <w:color w:val="000000"/>
              </w:rPr>
              <w:t>(</w:t>
            </w:r>
            <w:r w:rsidR="003B4126" w:rsidRPr="003B4126">
              <w:rPr>
                <w:rFonts w:ascii="Arial" w:hAnsi="Arial" w:cs="Arial"/>
                <w:color w:val="000000"/>
              </w:rPr>
              <w:t>ориентировочный размер 400x600</w:t>
            </w:r>
            <w:r w:rsidRPr="003B4126">
              <w:rPr>
                <w:rFonts w:ascii="Arial" w:hAnsi="Arial" w:cs="Arial"/>
                <w:color w:val="000000"/>
              </w:rPr>
              <w:t xml:space="preserve"> L=2,4м.</w:t>
            </w:r>
            <w:r w:rsidR="003B4126" w:rsidRPr="003B4126">
              <w:rPr>
                <w:rFonts w:ascii="Arial" w:hAnsi="Arial" w:cs="Arial"/>
                <w:color w:val="000000"/>
              </w:rPr>
              <w:t>)</w:t>
            </w:r>
          </w:p>
          <w:p w:rsidR="00053647" w:rsidRPr="003A344D" w:rsidRDefault="00053647" w:rsidP="00053647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t>Замена магистрального трубопровода Ду500мм L=</w:t>
            </w:r>
            <w:r w:rsidR="00003912">
              <w:rPr>
                <w:rFonts w:ascii="Arial" w:hAnsi="Arial" w:cs="Arial"/>
                <w:color w:val="000000"/>
              </w:rPr>
              <w:t>2</w:t>
            </w:r>
            <w:r w:rsidRPr="003A344D">
              <w:rPr>
                <w:rFonts w:ascii="Arial" w:hAnsi="Arial" w:cs="Arial"/>
                <w:color w:val="000000"/>
              </w:rPr>
              <w:t>м.</w:t>
            </w:r>
          </w:p>
          <w:p w:rsidR="00053647" w:rsidRDefault="00053647" w:rsidP="00053647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t xml:space="preserve"> Замена односторонних сальниковых компенс</w:t>
            </w:r>
            <w:r w:rsidR="00003912">
              <w:rPr>
                <w:rFonts w:ascii="Arial" w:hAnsi="Arial" w:cs="Arial"/>
                <w:color w:val="000000"/>
              </w:rPr>
              <w:t xml:space="preserve">аторов </w:t>
            </w:r>
            <w:r w:rsidR="00003912" w:rsidRPr="00827BB2">
              <w:rPr>
                <w:rFonts w:ascii="Arial" w:hAnsi="Arial" w:cs="Arial"/>
                <w:color w:val="000000"/>
              </w:rPr>
              <w:t>Ду500мм (ТС-579.00.000-</w:t>
            </w:r>
            <w:r w:rsidR="00827BB2" w:rsidRPr="00827BB2">
              <w:rPr>
                <w:rFonts w:ascii="Arial" w:hAnsi="Arial" w:cs="Arial"/>
                <w:color w:val="000000"/>
              </w:rPr>
              <w:t>14</w:t>
            </w:r>
            <w:r w:rsidR="00267F25" w:rsidRPr="00827BB2">
              <w:rPr>
                <w:rFonts w:ascii="Arial" w:hAnsi="Arial" w:cs="Arial"/>
                <w:color w:val="000000"/>
              </w:rPr>
              <w:t xml:space="preserve">,компенсирующая способность </w:t>
            </w:r>
            <w:r w:rsidR="00827BB2" w:rsidRPr="00827BB2">
              <w:rPr>
                <w:rFonts w:ascii="Arial" w:hAnsi="Arial" w:cs="Arial"/>
                <w:color w:val="000000"/>
              </w:rPr>
              <w:t>4</w:t>
            </w:r>
            <w:r w:rsidR="00267F25" w:rsidRPr="00827BB2">
              <w:rPr>
                <w:rFonts w:ascii="Arial" w:hAnsi="Arial" w:cs="Arial"/>
                <w:color w:val="000000"/>
              </w:rPr>
              <w:t>50</w:t>
            </w:r>
            <w:r w:rsidRPr="00827BB2">
              <w:rPr>
                <w:rFonts w:ascii="Arial" w:hAnsi="Arial" w:cs="Arial"/>
                <w:color w:val="000000"/>
              </w:rPr>
              <w:t>мм, Ру25 кгс/см</w:t>
            </w:r>
            <w:proofErr w:type="gramStart"/>
            <w:r w:rsidRPr="00827BB2">
              <w:rPr>
                <w:rFonts w:ascii="Arial" w:hAnsi="Arial" w:cs="Arial"/>
                <w:color w:val="000000"/>
              </w:rPr>
              <w:t>2</w:t>
            </w:r>
            <w:proofErr w:type="gramEnd"/>
            <w:r w:rsidRPr="00827BB2">
              <w:rPr>
                <w:rFonts w:ascii="Arial" w:hAnsi="Arial" w:cs="Arial"/>
                <w:color w:val="000000"/>
              </w:rPr>
              <w:t>) – 2 шт.</w:t>
            </w:r>
          </w:p>
          <w:p w:rsidR="00F04A64" w:rsidRPr="00D65EDE" w:rsidRDefault="00F04A64" w:rsidP="00D65EDE">
            <w:p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b/>
                <w:color w:val="000000"/>
              </w:rPr>
            </w:pPr>
          </w:p>
          <w:p w:rsidR="005E24DA" w:rsidRPr="003A344D" w:rsidRDefault="003A344D" w:rsidP="00D06BF3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Ремонт щитовой неподвижной</w:t>
            </w:r>
            <w:r w:rsidR="00B2297B" w:rsidRPr="003A344D">
              <w:rPr>
                <w:rFonts w:ascii="Arial" w:hAnsi="Arial" w:cs="Arial"/>
                <w:color w:val="000000"/>
              </w:rPr>
              <w:t xml:space="preserve"> опор</w:t>
            </w:r>
            <w:r>
              <w:rPr>
                <w:rFonts w:ascii="Arial" w:hAnsi="Arial" w:cs="Arial"/>
                <w:color w:val="000000"/>
              </w:rPr>
              <w:t>ы</w:t>
            </w:r>
            <w:r w:rsidR="002B5878" w:rsidRPr="003A344D">
              <w:rPr>
                <w:rFonts w:ascii="Arial" w:hAnsi="Arial" w:cs="Arial"/>
                <w:color w:val="000000"/>
              </w:rPr>
              <w:t xml:space="preserve"> (1</w:t>
            </w:r>
            <w:r w:rsidR="005E24DA" w:rsidRPr="003A344D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proofErr w:type="gramStart"/>
            <w:r w:rsidR="005E24DA" w:rsidRPr="003A344D">
              <w:rPr>
                <w:rFonts w:ascii="Arial" w:hAnsi="Arial" w:cs="Arial"/>
                <w:color w:val="000000"/>
              </w:rPr>
              <w:t>шт</w:t>
            </w:r>
            <w:proofErr w:type="spellEnd"/>
            <w:proofErr w:type="gramEnd"/>
            <w:r w:rsidR="005E24DA" w:rsidRPr="003A344D">
              <w:rPr>
                <w:rFonts w:ascii="Arial" w:hAnsi="Arial" w:cs="Arial"/>
                <w:color w:val="000000"/>
              </w:rPr>
              <w:t>)</w:t>
            </w:r>
            <w:r w:rsidR="00B2297B" w:rsidRPr="003A344D">
              <w:rPr>
                <w:rFonts w:ascii="Arial" w:hAnsi="Arial" w:cs="Arial"/>
                <w:color w:val="000000"/>
              </w:rPr>
              <w:t>. Для опоры предусмотреть</w:t>
            </w:r>
            <w:r w:rsidR="005E24DA" w:rsidRPr="003A344D">
              <w:rPr>
                <w:rFonts w:ascii="Arial" w:hAnsi="Arial" w:cs="Arial"/>
                <w:color w:val="000000"/>
              </w:rPr>
              <w:t>:</w:t>
            </w:r>
          </w:p>
          <w:p w:rsidR="005E24DA" w:rsidRPr="003A344D" w:rsidRDefault="00F7757B" w:rsidP="00F7757B">
            <w:pPr>
              <w:pStyle w:val="affc"/>
              <w:numPr>
                <w:ilvl w:val="0"/>
                <w:numId w:val="40"/>
              </w:numPr>
              <w:tabs>
                <w:tab w:val="left" w:pos="851"/>
                <w:tab w:val="num" w:pos="1287"/>
              </w:tabs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t>замена в бетонном щите опор</w:t>
            </w:r>
            <w:r w:rsidR="00A71B58" w:rsidRPr="003A344D">
              <w:rPr>
                <w:rFonts w:ascii="Arial" w:hAnsi="Arial" w:cs="Arial"/>
                <w:color w:val="000000"/>
              </w:rPr>
              <w:t>ы</w:t>
            </w:r>
            <w:r w:rsidRPr="003A344D">
              <w:rPr>
                <w:rFonts w:ascii="Arial" w:hAnsi="Arial" w:cs="Arial"/>
                <w:color w:val="000000"/>
              </w:rPr>
              <w:t xml:space="preserve"> труб</w:t>
            </w:r>
            <w:r w:rsidR="00A71B58" w:rsidRPr="003A344D">
              <w:rPr>
                <w:rFonts w:ascii="Arial" w:hAnsi="Arial" w:cs="Arial"/>
                <w:color w:val="000000"/>
              </w:rPr>
              <w:t>ы</w:t>
            </w:r>
            <w:r w:rsidR="005E24DA" w:rsidRPr="003A344D">
              <w:rPr>
                <w:rFonts w:ascii="Arial" w:hAnsi="Arial" w:cs="Arial"/>
                <w:color w:val="000000"/>
              </w:rPr>
              <w:t xml:space="preserve"> Ду</w:t>
            </w:r>
            <w:r w:rsidR="003A344D">
              <w:rPr>
                <w:rFonts w:ascii="Arial" w:hAnsi="Arial" w:cs="Arial"/>
                <w:color w:val="000000"/>
              </w:rPr>
              <w:t>5</w:t>
            </w:r>
            <w:r w:rsidR="005E24DA" w:rsidRPr="003A344D">
              <w:rPr>
                <w:rFonts w:ascii="Arial" w:hAnsi="Arial" w:cs="Arial"/>
                <w:color w:val="000000"/>
              </w:rPr>
              <w:t xml:space="preserve">00 мм </w:t>
            </w:r>
            <w:r w:rsidR="005E24DA" w:rsidRPr="003A344D">
              <w:rPr>
                <w:rFonts w:ascii="Arial" w:hAnsi="Arial" w:cs="Arial"/>
                <w:color w:val="000000"/>
                <w:lang w:val="en-US"/>
              </w:rPr>
              <w:t>L</w:t>
            </w:r>
            <w:r w:rsidR="005E24DA" w:rsidRPr="003A344D">
              <w:rPr>
                <w:rFonts w:ascii="Arial" w:hAnsi="Arial" w:cs="Arial"/>
                <w:color w:val="000000"/>
              </w:rPr>
              <w:t>=</w:t>
            </w:r>
            <w:r w:rsidR="005F07F2" w:rsidRPr="003A344D">
              <w:rPr>
                <w:rFonts w:ascii="Arial" w:hAnsi="Arial" w:cs="Arial"/>
                <w:color w:val="000000"/>
              </w:rPr>
              <w:t>1</w:t>
            </w:r>
            <w:r w:rsidR="005E24DA" w:rsidRPr="003A344D">
              <w:rPr>
                <w:rFonts w:ascii="Arial" w:hAnsi="Arial" w:cs="Arial"/>
                <w:color w:val="000000"/>
              </w:rPr>
              <w:t xml:space="preserve">м- 2 </w:t>
            </w:r>
            <w:proofErr w:type="spellStart"/>
            <w:proofErr w:type="gramStart"/>
            <w:r w:rsidR="005E24DA" w:rsidRPr="003A344D">
              <w:rPr>
                <w:rFonts w:ascii="Arial" w:hAnsi="Arial" w:cs="Arial"/>
                <w:color w:val="000000"/>
              </w:rPr>
              <w:t>шт</w:t>
            </w:r>
            <w:proofErr w:type="spellEnd"/>
            <w:proofErr w:type="gramEnd"/>
          </w:p>
          <w:p w:rsidR="005F07F2" w:rsidRPr="003A344D" w:rsidRDefault="005F07F2" w:rsidP="00F7757B">
            <w:pPr>
              <w:pStyle w:val="affc"/>
              <w:numPr>
                <w:ilvl w:val="0"/>
                <w:numId w:val="40"/>
              </w:numPr>
              <w:tabs>
                <w:tab w:val="left" w:pos="851"/>
                <w:tab w:val="num" w:pos="1287"/>
              </w:tabs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t>заме</w:t>
            </w:r>
            <w:r w:rsidR="00A71B58" w:rsidRPr="003A344D">
              <w:rPr>
                <w:rFonts w:ascii="Arial" w:hAnsi="Arial" w:cs="Arial"/>
                <w:color w:val="000000"/>
              </w:rPr>
              <w:t>на обечайки неподвижной</w:t>
            </w:r>
            <w:r w:rsidR="00F7757B" w:rsidRPr="003A344D">
              <w:rPr>
                <w:rFonts w:ascii="Arial" w:hAnsi="Arial" w:cs="Arial"/>
                <w:color w:val="000000"/>
              </w:rPr>
              <w:t xml:space="preserve"> опор</w:t>
            </w:r>
            <w:r w:rsidR="00A71B58" w:rsidRPr="003A344D">
              <w:rPr>
                <w:rFonts w:ascii="Arial" w:hAnsi="Arial" w:cs="Arial"/>
                <w:color w:val="000000"/>
              </w:rPr>
              <w:t>ы</w:t>
            </w:r>
            <w:r w:rsidR="00F7757B" w:rsidRPr="003A344D">
              <w:rPr>
                <w:rFonts w:ascii="Arial" w:hAnsi="Arial" w:cs="Arial"/>
                <w:color w:val="000000"/>
              </w:rPr>
              <w:t xml:space="preserve"> с устройством косынок </w:t>
            </w:r>
            <w:r w:rsidR="00B2297B" w:rsidRPr="003A344D">
              <w:rPr>
                <w:rFonts w:ascii="Arial" w:hAnsi="Arial" w:cs="Arial"/>
                <w:color w:val="000000"/>
              </w:rPr>
              <w:t xml:space="preserve"> с каждой стороны в соответствии с  серией 5.903-13 выпуск 7-95.</w:t>
            </w:r>
          </w:p>
          <w:p w:rsidR="00DE5200" w:rsidRPr="003A344D" w:rsidRDefault="00F7757B" w:rsidP="00DE5200">
            <w:pPr>
              <w:pStyle w:val="affc"/>
              <w:numPr>
                <w:ilvl w:val="0"/>
                <w:numId w:val="40"/>
              </w:numPr>
              <w:tabs>
                <w:tab w:val="left" w:pos="851"/>
                <w:tab w:val="num" w:pos="1287"/>
              </w:tabs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t>замена гильз</w:t>
            </w:r>
            <w:r w:rsidR="00A71B58" w:rsidRPr="003A344D">
              <w:rPr>
                <w:rFonts w:ascii="Arial" w:hAnsi="Arial" w:cs="Arial"/>
                <w:color w:val="000000"/>
              </w:rPr>
              <w:t xml:space="preserve"> внутри </w:t>
            </w:r>
            <w:r w:rsidR="005F07F2" w:rsidRPr="003A344D">
              <w:rPr>
                <w:rFonts w:ascii="Arial" w:hAnsi="Arial" w:cs="Arial"/>
                <w:color w:val="000000"/>
              </w:rPr>
              <w:t xml:space="preserve"> бетонного щита опоры Ду</w:t>
            </w:r>
            <w:r w:rsidR="003A344D">
              <w:rPr>
                <w:rFonts w:ascii="Arial" w:hAnsi="Arial" w:cs="Arial"/>
                <w:color w:val="000000"/>
              </w:rPr>
              <w:t>6</w:t>
            </w:r>
            <w:r w:rsidR="005F07F2" w:rsidRPr="003A344D">
              <w:rPr>
                <w:rFonts w:ascii="Arial" w:hAnsi="Arial" w:cs="Arial"/>
                <w:color w:val="000000"/>
              </w:rPr>
              <w:t>00 мм L=1 м – 2шт.</w:t>
            </w:r>
          </w:p>
          <w:p w:rsidR="00A870B5" w:rsidRDefault="00A870B5" w:rsidP="00A870B5">
            <w:pPr>
              <w:pStyle w:val="affc"/>
              <w:numPr>
                <w:ilvl w:val="0"/>
                <w:numId w:val="40"/>
              </w:numPr>
              <w:tabs>
                <w:tab w:val="left" w:pos="851"/>
                <w:tab w:val="num" w:pos="1287"/>
              </w:tabs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 xml:space="preserve">в вертикальной плоскости усиление неподвижной опоры </w:t>
            </w:r>
            <w:proofErr w:type="spellStart"/>
            <w:r>
              <w:rPr>
                <w:rFonts w:ascii="Arial" w:hAnsi="Arial" w:cs="Arial"/>
                <w:color w:val="000000"/>
              </w:rPr>
              <w:t>двутаврами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№14 (4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</w:rPr>
              <w:t>шт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</w:rPr>
              <w:t xml:space="preserve"> – по 2</w:t>
            </w:r>
            <w:r w:rsidRPr="00F7757B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для каждой трубы) с обеих сторон опоры. </w:t>
            </w:r>
          </w:p>
          <w:p w:rsidR="00A870B5" w:rsidRPr="00F7757B" w:rsidRDefault="00A870B5" w:rsidP="00A870B5">
            <w:pPr>
              <w:pStyle w:val="affc"/>
              <w:tabs>
                <w:tab w:val="left" w:pos="851"/>
              </w:tabs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При установке стоек из </w:t>
            </w:r>
            <w:proofErr w:type="spellStart"/>
            <w:r>
              <w:rPr>
                <w:rFonts w:ascii="Arial" w:hAnsi="Arial" w:cs="Arial"/>
                <w:color w:val="000000"/>
              </w:rPr>
              <w:t>двутавра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№14 предусмотреть их заглубление в тело днища тепловой камеры на глубину не менее 200мм. Высоту </w:t>
            </w:r>
            <w:proofErr w:type="spellStart"/>
            <w:r>
              <w:rPr>
                <w:rFonts w:ascii="Arial" w:hAnsi="Arial" w:cs="Arial"/>
                <w:color w:val="000000"/>
              </w:rPr>
              <w:t>двутавра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принять в соответствии с высотой тепловой камеры и с учетом заглубления.</w:t>
            </w:r>
          </w:p>
          <w:p w:rsidR="00A870B5" w:rsidRDefault="00A870B5" w:rsidP="00A870B5">
            <w:pPr>
              <w:pStyle w:val="affc"/>
              <w:numPr>
                <w:ilvl w:val="0"/>
                <w:numId w:val="40"/>
              </w:numPr>
              <w:tabs>
                <w:tab w:val="left" w:pos="851"/>
                <w:tab w:val="num" w:pos="1287"/>
              </w:tabs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в горизонтальной плоскости </w:t>
            </w:r>
            <w:r w:rsidRPr="00F7757B">
              <w:rPr>
                <w:rFonts w:ascii="Arial" w:hAnsi="Arial" w:cs="Arial"/>
                <w:color w:val="000000"/>
              </w:rPr>
              <w:t>усиление не</w:t>
            </w:r>
            <w:r>
              <w:rPr>
                <w:rFonts w:ascii="Arial" w:hAnsi="Arial" w:cs="Arial"/>
                <w:color w:val="000000"/>
              </w:rPr>
              <w:t xml:space="preserve">подвижной опоры швеллерами №8 (4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</w:rPr>
              <w:t>шт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</w:rPr>
              <w:t xml:space="preserve"> – по 2 для каждой трубы)</w:t>
            </w:r>
            <w:r w:rsidRPr="00F7757B">
              <w:rPr>
                <w:rFonts w:ascii="Arial" w:hAnsi="Arial" w:cs="Arial"/>
                <w:color w:val="000000"/>
              </w:rPr>
              <w:t xml:space="preserve"> с </w:t>
            </w:r>
            <w:r>
              <w:rPr>
                <w:rFonts w:ascii="Arial" w:hAnsi="Arial" w:cs="Arial"/>
                <w:color w:val="000000"/>
              </w:rPr>
              <w:t>обеих сторон опоры</w:t>
            </w:r>
            <w:r w:rsidRPr="00F7757B">
              <w:rPr>
                <w:rFonts w:ascii="Arial" w:hAnsi="Arial" w:cs="Arial"/>
                <w:color w:val="000000"/>
              </w:rPr>
              <w:t>.</w:t>
            </w:r>
          </w:p>
          <w:p w:rsidR="00A870B5" w:rsidRPr="00F7757B" w:rsidRDefault="00A870B5" w:rsidP="00A870B5">
            <w:pPr>
              <w:pStyle w:val="affc"/>
              <w:numPr>
                <w:ilvl w:val="0"/>
                <w:numId w:val="40"/>
              </w:numPr>
              <w:tabs>
                <w:tab w:val="left" w:pos="851"/>
                <w:tab w:val="num" w:pos="1287"/>
              </w:tabs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Устройство каркаса металлического из арматуры диаметром не менее 18мм с каждой стороны опоры.</w:t>
            </w:r>
          </w:p>
          <w:p w:rsidR="005F07F2" w:rsidRPr="003A344D" w:rsidRDefault="00DE5200" w:rsidP="00F7757B">
            <w:pPr>
              <w:pStyle w:val="affc"/>
              <w:numPr>
                <w:ilvl w:val="0"/>
                <w:numId w:val="40"/>
              </w:numPr>
              <w:tabs>
                <w:tab w:val="left" w:pos="851"/>
                <w:tab w:val="num" w:pos="1287"/>
              </w:tabs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t>Наращивание</w:t>
            </w:r>
            <w:r w:rsidR="005F07F2" w:rsidRPr="003A344D">
              <w:rPr>
                <w:rFonts w:ascii="Arial" w:hAnsi="Arial" w:cs="Arial"/>
                <w:color w:val="000000"/>
              </w:rPr>
              <w:t xml:space="preserve"> бетонного щита опоры  толщиной не менее </w:t>
            </w:r>
            <w:r w:rsidR="00F7757B" w:rsidRPr="003A344D">
              <w:rPr>
                <w:rFonts w:ascii="Arial" w:hAnsi="Arial" w:cs="Arial"/>
                <w:color w:val="000000"/>
              </w:rPr>
              <w:t>200</w:t>
            </w:r>
            <w:r w:rsidR="005F07F2" w:rsidRPr="003A344D">
              <w:rPr>
                <w:rFonts w:ascii="Arial" w:hAnsi="Arial" w:cs="Arial"/>
                <w:color w:val="000000"/>
              </w:rPr>
              <w:t xml:space="preserve"> мм</w:t>
            </w:r>
            <w:r w:rsidR="00F7757B" w:rsidRPr="003A344D">
              <w:rPr>
                <w:rFonts w:ascii="Arial" w:hAnsi="Arial" w:cs="Arial"/>
                <w:color w:val="000000"/>
              </w:rPr>
              <w:t xml:space="preserve"> с каждой стороны</w:t>
            </w:r>
            <w:r w:rsidRPr="003A344D">
              <w:rPr>
                <w:rFonts w:ascii="Arial" w:hAnsi="Arial" w:cs="Arial"/>
                <w:color w:val="000000"/>
              </w:rPr>
              <w:t>.</w:t>
            </w:r>
          </w:p>
          <w:p w:rsidR="002B5878" w:rsidRPr="003A344D" w:rsidRDefault="002B5878" w:rsidP="002B5878">
            <w:pPr>
              <w:pStyle w:val="affc"/>
              <w:numPr>
                <w:ilvl w:val="0"/>
                <w:numId w:val="40"/>
              </w:numPr>
              <w:tabs>
                <w:tab w:val="left" w:pos="851"/>
                <w:tab w:val="num" w:pos="1287"/>
              </w:tabs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t xml:space="preserve">Замена дренажной трубы Ду100мм  L=1м в теле неподвижной опоры. </w:t>
            </w:r>
          </w:p>
          <w:p w:rsidR="008B48BE" w:rsidRPr="003A344D" w:rsidRDefault="002B5878" w:rsidP="00CF50CD">
            <w:pPr>
              <w:pStyle w:val="affc"/>
              <w:numPr>
                <w:ilvl w:val="0"/>
                <w:numId w:val="40"/>
              </w:numPr>
              <w:tabs>
                <w:tab w:val="left" w:pos="851"/>
                <w:tab w:val="num" w:pos="1287"/>
              </w:tabs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t>Все металлические конструкции и изделия  (обечайки, косынки, дренажная труба, гильзы) обработать 2-хкомпонентной мастикой «Вектор».</w:t>
            </w:r>
          </w:p>
          <w:p w:rsidR="008B48BE" w:rsidRPr="003A344D" w:rsidRDefault="008B48BE" w:rsidP="00A130BB">
            <w:pPr>
              <w:pStyle w:val="affc"/>
              <w:rPr>
                <w:rFonts w:ascii="Arial" w:hAnsi="Arial" w:cs="Arial"/>
                <w:color w:val="000000"/>
              </w:rPr>
            </w:pPr>
          </w:p>
          <w:p w:rsidR="009D3A8C" w:rsidRPr="003A344D" w:rsidRDefault="009D3A8C" w:rsidP="009D3A8C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t>Для всех металлических конструкции и изделий (лестницы, перемычки над проемами) предусмотреть антикоррозийную обработку.</w:t>
            </w:r>
          </w:p>
          <w:p w:rsidR="008B48BE" w:rsidRPr="003A344D" w:rsidRDefault="009D3A8C" w:rsidP="00F04A64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t>Очистка тепловой камеры от грязи и мусора</w:t>
            </w:r>
          </w:p>
          <w:p w:rsidR="00A870B5" w:rsidRPr="00AA0610" w:rsidRDefault="00A870B5" w:rsidP="004D4AFB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left" w:pos="318"/>
              </w:tabs>
              <w:ind w:left="317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При отсутствии возможности проведения гидравлических испытаний выполнить проверку </w:t>
            </w:r>
            <w:proofErr w:type="spellStart"/>
            <w:r>
              <w:rPr>
                <w:rFonts w:ascii="Arial" w:hAnsi="Arial" w:cs="Arial"/>
              </w:rPr>
              <w:t>сплошности</w:t>
            </w:r>
            <w:proofErr w:type="spellEnd"/>
            <w:r w:rsidRPr="000B2DE7">
              <w:rPr>
                <w:rFonts w:ascii="Arial" w:hAnsi="Arial" w:cs="Arial"/>
              </w:rPr>
              <w:t xml:space="preserve"> стыков неразрушающими методами контроля (ультразвуковая дефектоскопия)</w:t>
            </w:r>
            <w:r w:rsidR="00AA0610">
              <w:rPr>
                <w:rFonts w:ascii="Arial" w:hAnsi="Arial" w:cs="Arial"/>
              </w:rPr>
              <w:t xml:space="preserve"> (выполняется силами и за счет Заказчика).</w:t>
            </w:r>
          </w:p>
          <w:p w:rsidR="008B48BE" w:rsidRPr="003A344D" w:rsidRDefault="008B48BE" w:rsidP="00624675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t xml:space="preserve">Восстановление  тепловой изоляции. </w:t>
            </w:r>
          </w:p>
          <w:p w:rsidR="008B48BE" w:rsidRPr="003A344D" w:rsidRDefault="008B48BE" w:rsidP="00624675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t xml:space="preserve">Все трубопроводы перед восстановлением тепловой изоляции покрыть </w:t>
            </w:r>
            <w:proofErr w:type="spellStart"/>
            <w:r w:rsidRPr="003A344D">
              <w:rPr>
                <w:rFonts w:ascii="Arial" w:hAnsi="Arial" w:cs="Arial"/>
                <w:color w:val="000000"/>
              </w:rPr>
              <w:t>изолом</w:t>
            </w:r>
            <w:proofErr w:type="spellEnd"/>
            <w:r w:rsidRPr="003A344D">
              <w:rPr>
                <w:rFonts w:ascii="Arial" w:hAnsi="Arial" w:cs="Arial"/>
                <w:color w:val="000000"/>
              </w:rPr>
              <w:t xml:space="preserve"> в 2 слоя по холодной битумной мастике. </w:t>
            </w:r>
          </w:p>
          <w:p w:rsidR="008B48BE" w:rsidRPr="003A344D" w:rsidRDefault="008B48BE" w:rsidP="00624675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</w:rPr>
              <w:t>Вывозка строительного мусора на свалку ТБО.</w:t>
            </w:r>
          </w:p>
          <w:p w:rsidR="008B48BE" w:rsidRPr="00F46C22" w:rsidRDefault="008B48BE" w:rsidP="000B2DE7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</w:rPr>
              <w:t>Сдача металлолома МУП «Петрозаводские энергетические системы» (Арендодатель имущества).</w:t>
            </w:r>
          </w:p>
          <w:p w:rsidR="00F46C22" w:rsidRPr="00F46C22" w:rsidRDefault="00F46C22" w:rsidP="00F46C22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 w:rsidRPr="00485B2C">
              <w:rPr>
                <w:rFonts w:ascii="Arial" w:hAnsi="Arial" w:cs="Arial"/>
                <w:color w:val="000000"/>
              </w:rPr>
              <w:t>Восстановление благоустройства</w:t>
            </w:r>
            <w:r>
              <w:rPr>
                <w:rFonts w:ascii="Arial" w:hAnsi="Arial" w:cs="Arial"/>
                <w:color w:val="000000"/>
              </w:rPr>
              <w:t>.</w:t>
            </w:r>
            <w:r w:rsidRPr="00485B2C">
              <w:rPr>
                <w:rFonts w:ascii="Arial" w:hAnsi="Arial" w:cs="Arial"/>
                <w:color w:val="000000"/>
              </w:rPr>
              <w:t xml:space="preserve"> </w:t>
            </w:r>
            <w:r w:rsidRPr="00485B2C">
              <w:rPr>
                <w:rFonts w:ascii="Arial" w:hAnsi="Arial" w:cs="Arial"/>
              </w:rPr>
              <w:t>Объемы работ по восстановлению благоустройства не должны превышать</w:t>
            </w:r>
            <w:r>
              <w:rPr>
                <w:rFonts w:ascii="Arial" w:hAnsi="Arial" w:cs="Arial"/>
              </w:rPr>
              <w:t xml:space="preserve"> запланированных в локально-сметном расчете:</w:t>
            </w:r>
            <w:r w:rsidRPr="00485B2C">
              <w:rPr>
                <w:rFonts w:ascii="Arial" w:hAnsi="Arial" w:cs="Arial"/>
              </w:rPr>
              <w:t xml:space="preserve"> </w:t>
            </w:r>
          </w:p>
          <w:p w:rsidR="00F46C22" w:rsidRPr="00F46C22" w:rsidRDefault="00F46C22" w:rsidP="00F46C22">
            <w:pPr>
              <w:pStyle w:val="affc"/>
              <w:numPr>
                <w:ilvl w:val="0"/>
                <w:numId w:val="41"/>
              </w:numPr>
              <w:tabs>
                <w:tab w:val="left" w:pos="37"/>
              </w:tabs>
              <w:jc w:val="both"/>
              <w:rPr>
                <w:rFonts w:ascii="Arial" w:hAnsi="Arial" w:cs="Arial"/>
                <w:color w:val="000000"/>
              </w:rPr>
            </w:pPr>
            <w:r w:rsidRPr="00F46C22">
              <w:rPr>
                <w:rFonts w:ascii="Arial" w:hAnsi="Arial" w:cs="Arial"/>
              </w:rPr>
              <w:t xml:space="preserve">асфальтобетонное покрытие – </w:t>
            </w:r>
            <w:r>
              <w:rPr>
                <w:rFonts w:ascii="Arial" w:hAnsi="Arial" w:cs="Arial"/>
              </w:rPr>
              <w:t>52</w:t>
            </w:r>
            <w:r w:rsidRPr="00F46C22">
              <w:rPr>
                <w:rFonts w:ascii="Arial" w:hAnsi="Arial" w:cs="Arial"/>
              </w:rPr>
              <w:t>м</w:t>
            </w:r>
            <w:r w:rsidRPr="00F46C22">
              <w:rPr>
                <w:rFonts w:ascii="Arial" w:hAnsi="Arial" w:cs="Arial"/>
                <w:vertAlign w:val="superscript"/>
              </w:rPr>
              <w:t>2</w:t>
            </w:r>
          </w:p>
          <w:p w:rsidR="00F46C22" w:rsidRPr="00F46C22" w:rsidRDefault="00F46C22" w:rsidP="00F46C22">
            <w:pPr>
              <w:pStyle w:val="affc"/>
              <w:numPr>
                <w:ilvl w:val="0"/>
                <w:numId w:val="41"/>
              </w:numPr>
              <w:tabs>
                <w:tab w:val="left" w:pos="37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газон – 33 </w:t>
            </w:r>
            <w:r w:rsidRPr="00F46C22">
              <w:rPr>
                <w:rFonts w:ascii="Arial" w:hAnsi="Arial" w:cs="Arial"/>
              </w:rPr>
              <w:t>м</w:t>
            </w:r>
            <w:proofErr w:type="gramStart"/>
            <w:r w:rsidRPr="00F46C22">
              <w:rPr>
                <w:rFonts w:ascii="Arial" w:hAnsi="Arial" w:cs="Arial"/>
                <w:vertAlign w:val="superscript"/>
              </w:rPr>
              <w:t>2</w:t>
            </w:r>
            <w:proofErr w:type="gramEnd"/>
          </w:p>
        </w:tc>
      </w:tr>
      <w:tr w:rsidR="008B48BE" w:rsidRPr="007D6B58" w:rsidTr="00F46C22">
        <w:trPr>
          <w:trHeight w:val="445"/>
        </w:trPr>
        <w:tc>
          <w:tcPr>
            <w:tcW w:w="2238" w:type="dxa"/>
          </w:tcPr>
          <w:p w:rsidR="008B48BE" w:rsidRPr="005747DE" w:rsidRDefault="008B48BE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  <w:spacing w:val="-7"/>
              </w:rPr>
              <w:lastRenderedPageBreak/>
              <w:t xml:space="preserve">11. Состав разделов </w:t>
            </w:r>
            <w:r w:rsidRPr="005747DE">
              <w:rPr>
                <w:rFonts w:ascii="Arial" w:hAnsi="Arial" w:cs="Arial"/>
                <w:spacing w:val="-6"/>
              </w:rPr>
              <w:t xml:space="preserve">документации и требования </w:t>
            </w:r>
            <w:r w:rsidRPr="005747DE">
              <w:rPr>
                <w:rFonts w:ascii="Arial" w:hAnsi="Arial" w:cs="Arial"/>
              </w:rPr>
              <w:t>к их содержанию</w:t>
            </w:r>
          </w:p>
        </w:tc>
        <w:tc>
          <w:tcPr>
            <w:tcW w:w="7616" w:type="dxa"/>
          </w:tcPr>
          <w:p w:rsidR="008B48BE" w:rsidRPr="00E23030" w:rsidRDefault="008B48BE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>По строительно-монтажным работам составление исполнительной документации</w:t>
            </w:r>
            <w:r>
              <w:rPr>
                <w:rFonts w:ascii="Arial" w:hAnsi="Arial" w:cs="Arial"/>
              </w:rPr>
              <w:t xml:space="preserve"> (</w:t>
            </w:r>
            <w:r w:rsidRPr="00E23030">
              <w:rPr>
                <w:rFonts w:ascii="Arial" w:hAnsi="Arial" w:cs="Arial"/>
              </w:rPr>
              <w:t>Акты освидетельствования работ</w:t>
            </w:r>
            <w:r>
              <w:rPr>
                <w:rFonts w:ascii="Arial" w:hAnsi="Arial" w:cs="Arial"/>
              </w:rPr>
              <w:t>)</w:t>
            </w:r>
            <w:r w:rsidRPr="00E23030">
              <w:rPr>
                <w:rFonts w:ascii="Arial" w:hAnsi="Arial" w:cs="Arial"/>
              </w:rPr>
              <w:t>:</w:t>
            </w:r>
          </w:p>
          <w:p w:rsidR="008B48BE" w:rsidRPr="00E23030" w:rsidRDefault="008B48BE" w:rsidP="00E23030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ind w:left="604" w:hanging="283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 xml:space="preserve">На приемку </w:t>
            </w:r>
            <w:r>
              <w:rPr>
                <w:rFonts w:ascii="Arial" w:hAnsi="Arial" w:cs="Arial"/>
              </w:rPr>
              <w:t>монтажа</w:t>
            </w:r>
            <w:r w:rsidRPr="00E23030">
              <w:rPr>
                <w:rFonts w:ascii="Arial" w:hAnsi="Arial" w:cs="Arial"/>
              </w:rPr>
              <w:t xml:space="preserve"> трубопроводов </w:t>
            </w:r>
            <w:r>
              <w:rPr>
                <w:rFonts w:ascii="Arial" w:hAnsi="Arial" w:cs="Arial"/>
              </w:rPr>
              <w:t>в тепловой камере.</w:t>
            </w:r>
          </w:p>
          <w:p w:rsidR="008B48BE" w:rsidRDefault="008B48BE" w:rsidP="00E23030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ind w:left="604" w:hanging="283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>На установку неподвижных опор</w:t>
            </w:r>
            <w:r>
              <w:rPr>
                <w:rFonts w:ascii="Arial" w:hAnsi="Arial" w:cs="Arial"/>
              </w:rPr>
              <w:t>.</w:t>
            </w:r>
          </w:p>
          <w:p w:rsidR="008B48BE" w:rsidRDefault="008B48BE" w:rsidP="00700106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ind w:left="604" w:hanging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гидроизоляция неподвижных опор.</w:t>
            </w:r>
          </w:p>
          <w:p w:rsidR="008B48BE" w:rsidRPr="00E23030" w:rsidRDefault="008B48BE" w:rsidP="00E23030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ind w:left="604" w:hanging="283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>На проверку технологических свойств электродов</w:t>
            </w:r>
          </w:p>
          <w:p w:rsidR="008B48BE" w:rsidRPr="00E23030" w:rsidRDefault="008B48BE" w:rsidP="00E23030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ind w:left="604" w:hanging="283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>Скрытые работы по тепловым камерам (устройство днища ТК, стен ТК, плит перекрытия ТК, гидроизоляция ТК)</w:t>
            </w:r>
          </w:p>
          <w:p w:rsidR="008B48BE" w:rsidRDefault="008B48BE" w:rsidP="00E23030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ind w:left="604" w:hanging="283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>На гидроизоляцию трубопроводов и теплоизоляцию трубопроводов в пределах ТК</w:t>
            </w:r>
            <w:r>
              <w:rPr>
                <w:rFonts w:ascii="Arial" w:hAnsi="Arial" w:cs="Arial"/>
              </w:rPr>
              <w:t>.</w:t>
            </w:r>
          </w:p>
          <w:p w:rsidR="008B48BE" w:rsidRPr="00E23030" w:rsidRDefault="008B48BE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B2DE7">
              <w:rPr>
                <w:rFonts w:ascii="Arial" w:hAnsi="Arial" w:cs="Arial"/>
              </w:rPr>
              <w:t>2. Исполнительная съемка по тепловым камерам</w:t>
            </w:r>
            <w:r>
              <w:rPr>
                <w:rFonts w:ascii="Arial" w:hAnsi="Arial" w:cs="Arial"/>
              </w:rPr>
              <w:t>.</w:t>
            </w:r>
          </w:p>
          <w:p w:rsidR="008B48BE" w:rsidRPr="00E23030" w:rsidRDefault="008B48BE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>3. Схема сварных стыков</w:t>
            </w:r>
            <w:r>
              <w:rPr>
                <w:rFonts w:ascii="Arial" w:hAnsi="Arial" w:cs="Arial"/>
              </w:rPr>
              <w:t>.</w:t>
            </w:r>
          </w:p>
          <w:p w:rsidR="008B48BE" w:rsidRPr="00E23030" w:rsidRDefault="008B48BE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E23030">
              <w:rPr>
                <w:rFonts w:ascii="Arial" w:hAnsi="Arial" w:cs="Arial"/>
              </w:rPr>
              <w:t>. Копии сертификатов на трубы, электроды</w:t>
            </w:r>
            <w:r>
              <w:rPr>
                <w:rFonts w:ascii="Arial" w:hAnsi="Arial" w:cs="Arial"/>
              </w:rPr>
              <w:t>.</w:t>
            </w:r>
          </w:p>
          <w:p w:rsidR="008B48BE" w:rsidRPr="00E23030" w:rsidRDefault="008B48BE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E23030">
              <w:rPr>
                <w:rFonts w:ascii="Arial" w:hAnsi="Arial" w:cs="Arial"/>
              </w:rPr>
              <w:t xml:space="preserve">. Паспорта на оборудование тепловой сети (арматура, компенсаторы, </w:t>
            </w:r>
            <w:proofErr w:type="gramStart"/>
            <w:r w:rsidRPr="00E23030">
              <w:rPr>
                <w:rFonts w:ascii="Arial" w:hAnsi="Arial" w:cs="Arial"/>
              </w:rPr>
              <w:t>элементы</w:t>
            </w:r>
            <w:proofErr w:type="gramEnd"/>
            <w:r w:rsidRPr="00E23030">
              <w:rPr>
                <w:rFonts w:ascii="Arial" w:hAnsi="Arial" w:cs="Arial"/>
              </w:rPr>
              <w:t xml:space="preserve"> НО и </w:t>
            </w:r>
            <w:proofErr w:type="spellStart"/>
            <w:r w:rsidRPr="00E23030">
              <w:rPr>
                <w:rFonts w:ascii="Arial" w:hAnsi="Arial" w:cs="Arial"/>
              </w:rPr>
              <w:t>т.д</w:t>
            </w:r>
            <w:proofErr w:type="spellEnd"/>
            <w:r w:rsidRPr="00E23030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>.</w:t>
            </w:r>
          </w:p>
          <w:p w:rsidR="008B48BE" w:rsidRPr="00E23030" w:rsidRDefault="008B48BE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E23030">
              <w:rPr>
                <w:rFonts w:ascii="Arial" w:hAnsi="Arial" w:cs="Arial"/>
              </w:rPr>
              <w:t>. Паспорта на железобетонные конструкции</w:t>
            </w:r>
            <w:r>
              <w:rPr>
                <w:rFonts w:ascii="Arial" w:hAnsi="Arial" w:cs="Arial"/>
              </w:rPr>
              <w:t>.</w:t>
            </w:r>
          </w:p>
          <w:p w:rsidR="008B48BE" w:rsidRPr="00E23030" w:rsidRDefault="008B48BE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E23030">
              <w:rPr>
                <w:rFonts w:ascii="Arial" w:hAnsi="Arial" w:cs="Arial"/>
              </w:rPr>
              <w:t xml:space="preserve">. Копии сертификатов и технические паспорта на </w:t>
            </w:r>
            <w:proofErr w:type="spellStart"/>
            <w:r w:rsidRPr="00E23030">
              <w:rPr>
                <w:rFonts w:ascii="Arial" w:hAnsi="Arial" w:cs="Arial"/>
              </w:rPr>
              <w:t>гидро</w:t>
            </w:r>
            <w:proofErr w:type="spellEnd"/>
            <w:r w:rsidRPr="00E23030">
              <w:rPr>
                <w:rFonts w:ascii="Arial" w:hAnsi="Arial" w:cs="Arial"/>
              </w:rPr>
              <w:t>- и теплоизоляцию трубопроводов</w:t>
            </w:r>
            <w:r>
              <w:rPr>
                <w:rFonts w:ascii="Arial" w:hAnsi="Arial" w:cs="Arial"/>
              </w:rPr>
              <w:t>.</w:t>
            </w:r>
          </w:p>
          <w:p w:rsidR="008B48BE" w:rsidRPr="00E23030" w:rsidRDefault="008B48BE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E23030">
              <w:rPr>
                <w:rFonts w:ascii="Arial" w:hAnsi="Arial" w:cs="Arial"/>
              </w:rPr>
              <w:t>. Копия аттестационного удостоверения сварщика</w:t>
            </w:r>
            <w:r>
              <w:rPr>
                <w:rFonts w:ascii="Arial" w:hAnsi="Arial" w:cs="Arial"/>
              </w:rPr>
              <w:t>.</w:t>
            </w:r>
          </w:p>
          <w:p w:rsidR="008B48BE" w:rsidRDefault="008B48BE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Pr="00E23030">
              <w:rPr>
                <w:rFonts w:ascii="Arial" w:hAnsi="Arial" w:cs="Arial"/>
              </w:rPr>
              <w:t xml:space="preserve">. Копии аттестации руководителей и специалистов в </w:t>
            </w:r>
            <w:proofErr w:type="spellStart"/>
            <w:r w:rsidRPr="00E23030">
              <w:rPr>
                <w:rFonts w:ascii="Arial" w:hAnsi="Arial" w:cs="Arial"/>
              </w:rPr>
              <w:t>Ростехнадзоре</w:t>
            </w:r>
            <w:proofErr w:type="spellEnd"/>
            <w:r w:rsidRPr="00E23030">
              <w:rPr>
                <w:rFonts w:ascii="Arial" w:hAnsi="Arial" w:cs="Arial"/>
              </w:rPr>
              <w:t xml:space="preserve"> в области </w:t>
            </w:r>
            <w:proofErr w:type="spellStart"/>
            <w:r w:rsidRPr="00E23030">
              <w:rPr>
                <w:rFonts w:ascii="Arial" w:hAnsi="Arial" w:cs="Arial"/>
              </w:rPr>
              <w:t>пром</w:t>
            </w:r>
            <w:proofErr w:type="gramStart"/>
            <w:r w:rsidRPr="00E23030">
              <w:rPr>
                <w:rFonts w:ascii="Arial" w:hAnsi="Arial" w:cs="Arial"/>
              </w:rPr>
              <w:t>.б</w:t>
            </w:r>
            <w:proofErr w:type="gramEnd"/>
            <w:r w:rsidRPr="00E23030">
              <w:rPr>
                <w:rFonts w:ascii="Arial" w:hAnsi="Arial" w:cs="Arial"/>
              </w:rPr>
              <w:t>езопасности</w:t>
            </w:r>
            <w:proofErr w:type="spellEnd"/>
            <w:r w:rsidRPr="00E23030">
              <w:rPr>
                <w:rFonts w:ascii="Arial" w:hAnsi="Arial" w:cs="Arial"/>
              </w:rPr>
              <w:t xml:space="preserve"> сосудов, работающих под давлением.</w:t>
            </w:r>
          </w:p>
          <w:p w:rsidR="008B48BE" w:rsidRPr="00D201D0" w:rsidRDefault="008B48BE" w:rsidP="00457603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 Справка от МУП «</w:t>
            </w:r>
            <w:r w:rsidRPr="00E23030">
              <w:rPr>
                <w:rFonts w:ascii="Arial" w:hAnsi="Arial" w:cs="Arial"/>
              </w:rPr>
              <w:t>Петрозаводские энергетические системы</w:t>
            </w:r>
            <w:r>
              <w:rPr>
                <w:rFonts w:ascii="Arial" w:hAnsi="Arial" w:cs="Arial"/>
              </w:rPr>
              <w:t xml:space="preserve">» </w:t>
            </w:r>
            <w:r w:rsidRPr="00E23030">
              <w:rPr>
                <w:rFonts w:ascii="Arial" w:hAnsi="Arial" w:cs="Arial"/>
              </w:rPr>
              <w:t>(Арендодател</w:t>
            </w:r>
            <w:r>
              <w:rPr>
                <w:rFonts w:ascii="Arial" w:hAnsi="Arial" w:cs="Arial"/>
              </w:rPr>
              <w:t>ь</w:t>
            </w:r>
            <w:r w:rsidRPr="00E23030">
              <w:rPr>
                <w:rFonts w:ascii="Arial" w:hAnsi="Arial" w:cs="Arial"/>
              </w:rPr>
              <w:t xml:space="preserve"> имущества)</w:t>
            </w:r>
            <w:r>
              <w:rPr>
                <w:rFonts w:ascii="Arial" w:hAnsi="Arial" w:cs="Arial"/>
              </w:rPr>
              <w:t xml:space="preserve"> о сдаче металлолома.</w:t>
            </w:r>
          </w:p>
        </w:tc>
      </w:tr>
    </w:tbl>
    <w:p w:rsidR="003A7185" w:rsidRDefault="00613178" w:rsidP="003A7185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color w:val="000000"/>
          <w:sz w:val="18"/>
          <w:szCs w:val="18"/>
        </w:rPr>
      </w:pPr>
      <w:r w:rsidRPr="007D6B58">
        <w:rPr>
          <w:rFonts w:ascii="Arial" w:hAnsi="Arial" w:cs="Arial"/>
          <w:color w:val="000000"/>
          <w:sz w:val="18"/>
          <w:szCs w:val="18"/>
        </w:rPr>
        <w:t xml:space="preserve">     </w:t>
      </w:r>
    </w:p>
    <w:p w:rsidR="003A7185" w:rsidRDefault="003A7185" w:rsidP="003A7185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color w:val="000000"/>
          <w:sz w:val="18"/>
          <w:szCs w:val="18"/>
        </w:rPr>
      </w:pPr>
    </w:p>
    <w:p w:rsidR="003A7185" w:rsidRDefault="003A7185" w:rsidP="003A7185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color w:val="000000"/>
          <w:sz w:val="18"/>
          <w:szCs w:val="18"/>
        </w:rPr>
      </w:pPr>
    </w:p>
    <w:p w:rsidR="003A7185" w:rsidRDefault="00613178" w:rsidP="003A7185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color w:val="000000"/>
          <w:sz w:val="18"/>
          <w:szCs w:val="18"/>
        </w:rPr>
      </w:pPr>
      <w:r w:rsidRPr="007D6B58">
        <w:rPr>
          <w:rFonts w:ascii="Arial" w:hAnsi="Arial" w:cs="Arial"/>
          <w:color w:val="000000"/>
          <w:sz w:val="18"/>
          <w:szCs w:val="18"/>
        </w:rPr>
        <w:t xml:space="preserve">  </w:t>
      </w:r>
    </w:p>
    <w:p w:rsidR="00AA0610" w:rsidRDefault="00AA0610" w:rsidP="003A7185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color w:val="000000"/>
          <w:sz w:val="18"/>
          <w:szCs w:val="18"/>
        </w:rPr>
      </w:pPr>
    </w:p>
    <w:p w:rsidR="003A7185" w:rsidRDefault="00613178" w:rsidP="003A7185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sz w:val="22"/>
          <w:szCs w:val="22"/>
        </w:rPr>
      </w:pPr>
      <w:r w:rsidRPr="007D6B58">
        <w:rPr>
          <w:rFonts w:ascii="Arial" w:hAnsi="Arial" w:cs="Arial"/>
          <w:color w:val="000000"/>
          <w:sz w:val="18"/>
          <w:szCs w:val="18"/>
        </w:rPr>
        <w:lastRenderedPageBreak/>
        <w:t xml:space="preserve">   </w:t>
      </w:r>
      <w:r w:rsidR="003A7185" w:rsidRPr="00B245F8">
        <w:rPr>
          <w:rFonts w:ascii="Arial" w:hAnsi="Arial" w:cs="Arial"/>
          <w:sz w:val="22"/>
          <w:szCs w:val="22"/>
        </w:rPr>
        <w:t>Схема расположения объекта</w:t>
      </w:r>
    </w:p>
    <w:p w:rsidR="003A7185" w:rsidRDefault="003A7185" w:rsidP="003A7185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sz w:val="22"/>
          <w:szCs w:val="22"/>
        </w:rPr>
      </w:pPr>
    </w:p>
    <w:p w:rsidR="00074AE5" w:rsidRDefault="003A7185" w:rsidP="003A7185">
      <w:pPr>
        <w:tabs>
          <w:tab w:val="left" w:pos="851"/>
          <w:tab w:val="num" w:pos="1287"/>
        </w:tabs>
        <w:spacing w:before="120"/>
        <w:ind w:firstLine="1418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noProof/>
          <w:color w:val="000000"/>
          <w:sz w:val="18"/>
          <w:szCs w:val="18"/>
        </w:rPr>
        <w:drawing>
          <wp:inline distT="0" distB="0" distL="0" distR="0">
            <wp:extent cx="4165244" cy="3862294"/>
            <wp:effectExtent l="19050" t="0" r="6706" b="0"/>
            <wp:docPr id="1" name="Рисунок 0" descr="ТК2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К24.bmp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66420" cy="3863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7185" w:rsidRDefault="003A7185" w:rsidP="003A7185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</w:p>
    <w:p w:rsidR="003A7185" w:rsidRDefault="003A7185" w:rsidP="003A7185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</w:p>
    <w:p w:rsidR="003A7185" w:rsidRDefault="003A7185" w:rsidP="003A7185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  <w:r>
        <w:rPr>
          <w:rFonts w:ascii="Arial" w:hAnsi="Arial" w:cs="Arial"/>
        </w:rPr>
        <w:t>Зам. главного инженера</w:t>
      </w:r>
      <w:r w:rsidRPr="00BA40AD">
        <w:rPr>
          <w:rFonts w:ascii="Arial" w:hAnsi="Arial" w:cs="Arial"/>
        </w:rPr>
        <w:t xml:space="preserve"> </w:t>
      </w:r>
      <w:r w:rsidRPr="00074AE5">
        <w:rPr>
          <w:rFonts w:ascii="Arial" w:hAnsi="Arial" w:cs="Arial"/>
        </w:rPr>
        <w:t>АО «</w:t>
      </w:r>
      <w:proofErr w:type="spellStart"/>
      <w:r w:rsidRPr="00074AE5">
        <w:rPr>
          <w:rFonts w:ascii="Arial" w:hAnsi="Arial" w:cs="Arial"/>
        </w:rPr>
        <w:t>ПКС-Тепловые</w:t>
      </w:r>
      <w:proofErr w:type="spellEnd"/>
      <w:r w:rsidRPr="00074AE5">
        <w:rPr>
          <w:rFonts w:ascii="Arial" w:hAnsi="Arial" w:cs="Arial"/>
        </w:rPr>
        <w:t xml:space="preserve"> сети»   </w:t>
      </w:r>
      <w:r>
        <w:rPr>
          <w:rFonts w:ascii="Arial" w:hAnsi="Arial" w:cs="Arial"/>
        </w:rPr>
        <w:t xml:space="preserve">                                       М.Ю.Кулагин</w:t>
      </w:r>
    </w:p>
    <w:p w:rsidR="003A7185" w:rsidRDefault="003A7185" w:rsidP="003A7185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</w:p>
    <w:p w:rsidR="003A7185" w:rsidRDefault="003A7185" w:rsidP="003A7185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Начальник ПТО </w:t>
      </w:r>
      <w:r w:rsidRPr="00074AE5">
        <w:rPr>
          <w:rFonts w:ascii="Arial" w:hAnsi="Arial" w:cs="Arial"/>
        </w:rPr>
        <w:t>АО «</w:t>
      </w:r>
      <w:proofErr w:type="spellStart"/>
      <w:r w:rsidRPr="00074AE5">
        <w:rPr>
          <w:rFonts w:ascii="Arial" w:hAnsi="Arial" w:cs="Arial"/>
        </w:rPr>
        <w:t>ПКС-Тепловые</w:t>
      </w:r>
      <w:proofErr w:type="spellEnd"/>
      <w:r w:rsidRPr="00074AE5">
        <w:rPr>
          <w:rFonts w:ascii="Arial" w:hAnsi="Arial" w:cs="Arial"/>
        </w:rPr>
        <w:t xml:space="preserve"> сети»   </w:t>
      </w:r>
      <w:r>
        <w:rPr>
          <w:rFonts w:ascii="Arial" w:hAnsi="Arial" w:cs="Arial"/>
        </w:rPr>
        <w:t xml:space="preserve">                                                      В.А.Корнев</w:t>
      </w:r>
    </w:p>
    <w:p w:rsidR="003A7185" w:rsidRDefault="003A7185" w:rsidP="003A7185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</w:p>
    <w:p w:rsidR="003A7185" w:rsidRDefault="003A7185" w:rsidP="003A7185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  <w:r>
        <w:rPr>
          <w:rFonts w:ascii="Arial" w:hAnsi="Arial" w:cs="Arial"/>
        </w:rPr>
        <w:t>Зам. начальника ПТО</w:t>
      </w:r>
      <w:r w:rsidRPr="00287966">
        <w:rPr>
          <w:rFonts w:ascii="Arial" w:hAnsi="Arial" w:cs="Arial"/>
        </w:rPr>
        <w:t xml:space="preserve"> </w:t>
      </w:r>
      <w:r w:rsidRPr="00074AE5">
        <w:rPr>
          <w:rFonts w:ascii="Arial" w:hAnsi="Arial" w:cs="Arial"/>
        </w:rPr>
        <w:t>АО «</w:t>
      </w:r>
      <w:proofErr w:type="spellStart"/>
      <w:r w:rsidRPr="00074AE5">
        <w:rPr>
          <w:rFonts w:ascii="Arial" w:hAnsi="Arial" w:cs="Arial"/>
        </w:rPr>
        <w:t>ПКС-Тепловые</w:t>
      </w:r>
      <w:proofErr w:type="spellEnd"/>
      <w:r w:rsidRPr="00074AE5">
        <w:rPr>
          <w:rFonts w:ascii="Arial" w:hAnsi="Arial" w:cs="Arial"/>
        </w:rPr>
        <w:t xml:space="preserve"> сети»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О.Ф.Корнеева</w:t>
      </w:r>
    </w:p>
    <w:p w:rsidR="003A7185" w:rsidRDefault="003A7185" w:rsidP="003A7185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</w:p>
    <w:p w:rsidR="003A7185" w:rsidRPr="00074AE5" w:rsidRDefault="003A7185" w:rsidP="003A7185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Старший мастер сетевого района «ТЭЦ»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Е.В. Сухарев </w:t>
      </w:r>
    </w:p>
    <w:p w:rsidR="00891C27" w:rsidRPr="00074AE5" w:rsidRDefault="00891C27" w:rsidP="003A7185">
      <w:pPr>
        <w:tabs>
          <w:tab w:val="left" w:pos="567"/>
          <w:tab w:val="num" w:pos="1287"/>
        </w:tabs>
        <w:spacing w:before="120"/>
        <w:ind w:left="426"/>
        <w:rPr>
          <w:rFonts w:ascii="Arial" w:hAnsi="Arial" w:cs="Arial"/>
        </w:rPr>
      </w:pPr>
    </w:p>
    <w:sectPr w:rsidR="00891C27" w:rsidRPr="00074AE5" w:rsidSect="00122093">
      <w:footerReference w:type="default" r:id="rId8"/>
      <w:pgSz w:w="11906" w:h="16838" w:code="9"/>
      <w:pgMar w:top="454" w:right="1134" w:bottom="34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5EDE" w:rsidRDefault="00D65EDE">
      <w:r>
        <w:separator/>
      </w:r>
    </w:p>
  </w:endnote>
  <w:endnote w:type="continuationSeparator" w:id="0">
    <w:p w:rsidR="00D65EDE" w:rsidRDefault="00D65E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EDE" w:rsidRDefault="00D65EDE" w:rsidP="00312293">
    <w:pPr>
      <w:pStyle w:val="af"/>
      <w:jc w:val="right"/>
    </w:pPr>
    <w:r>
      <w:t xml:space="preserve">стр. </w:t>
    </w:r>
    <w:fldSimple w:instr=" PAGE ">
      <w:r w:rsidR="00D63817">
        <w:rPr>
          <w:noProof/>
        </w:rPr>
        <w:t>3</w:t>
      </w:r>
    </w:fldSimple>
    <w:r>
      <w:t xml:space="preserve"> из </w:t>
    </w:r>
    <w:fldSimple w:instr=" NUMPAGES ">
      <w:r w:rsidR="00D63817">
        <w:rPr>
          <w:noProof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5EDE" w:rsidRDefault="00D65EDE">
      <w:r>
        <w:separator/>
      </w:r>
    </w:p>
  </w:footnote>
  <w:footnote w:type="continuationSeparator" w:id="0">
    <w:p w:rsidR="00D65EDE" w:rsidRDefault="00D65E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0CEAE1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FFFFFF89"/>
    <w:multiLevelType w:val="singleLevel"/>
    <w:tmpl w:val="4EA2EEA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4171917"/>
    <w:multiLevelType w:val="hybridMultilevel"/>
    <w:tmpl w:val="F1E44A4A"/>
    <w:lvl w:ilvl="0" w:tplc="8848C6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2558D6"/>
    <w:multiLevelType w:val="hybridMultilevel"/>
    <w:tmpl w:val="C6AA058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0810763F"/>
    <w:multiLevelType w:val="hybridMultilevel"/>
    <w:tmpl w:val="202EC544"/>
    <w:lvl w:ilvl="0" w:tplc="04190001">
      <w:start w:val="1"/>
      <w:numFmt w:val="bullet"/>
      <w:lvlText w:val=""/>
      <w:lvlJc w:val="left"/>
      <w:pPr>
        <w:ind w:left="3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7" w:hanging="360"/>
      </w:pPr>
      <w:rPr>
        <w:rFonts w:ascii="Wingdings" w:hAnsi="Wingdings" w:hint="default"/>
      </w:rPr>
    </w:lvl>
  </w:abstractNum>
  <w:abstractNum w:abstractNumId="5">
    <w:nsid w:val="1600393A"/>
    <w:multiLevelType w:val="hybridMultilevel"/>
    <w:tmpl w:val="2AECF662"/>
    <w:lvl w:ilvl="0" w:tplc="04190001">
      <w:start w:val="1"/>
      <w:numFmt w:val="bullet"/>
      <w:lvlText w:val=""/>
      <w:lvlJc w:val="left"/>
      <w:pPr>
        <w:ind w:left="6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6">
    <w:nsid w:val="173E4951"/>
    <w:multiLevelType w:val="hybridMultilevel"/>
    <w:tmpl w:val="F8F2041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8506701"/>
    <w:multiLevelType w:val="hybridMultilevel"/>
    <w:tmpl w:val="A15CAF36"/>
    <w:lvl w:ilvl="0" w:tplc="24647324">
      <w:start w:val="1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89428F"/>
    <w:multiLevelType w:val="hybridMultilevel"/>
    <w:tmpl w:val="B01CB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BB6FAF"/>
    <w:multiLevelType w:val="hybridMultilevel"/>
    <w:tmpl w:val="A8D68F04"/>
    <w:lvl w:ilvl="0" w:tplc="04190001">
      <w:start w:val="1"/>
      <w:numFmt w:val="bullet"/>
      <w:lvlText w:val=""/>
      <w:lvlJc w:val="left"/>
      <w:pPr>
        <w:ind w:left="3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7" w:hanging="360"/>
      </w:pPr>
      <w:rPr>
        <w:rFonts w:ascii="Wingdings" w:hAnsi="Wingdings" w:hint="default"/>
      </w:rPr>
    </w:lvl>
  </w:abstractNum>
  <w:abstractNum w:abstractNumId="10">
    <w:nsid w:val="28D52C72"/>
    <w:multiLevelType w:val="hybridMultilevel"/>
    <w:tmpl w:val="A55A1E34"/>
    <w:lvl w:ilvl="0" w:tplc="04190001">
      <w:start w:val="1"/>
      <w:numFmt w:val="bullet"/>
      <w:lvlText w:val=""/>
      <w:lvlJc w:val="left"/>
      <w:pPr>
        <w:ind w:left="6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11">
    <w:nsid w:val="2A250859"/>
    <w:multiLevelType w:val="hybridMultilevel"/>
    <w:tmpl w:val="D076E46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7296282"/>
    <w:multiLevelType w:val="hybridMultilevel"/>
    <w:tmpl w:val="61B03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14">
    <w:nsid w:val="3CEB35C8"/>
    <w:multiLevelType w:val="hybridMultilevel"/>
    <w:tmpl w:val="E3DAAC64"/>
    <w:lvl w:ilvl="0" w:tplc="04190001">
      <w:start w:val="1"/>
      <w:numFmt w:val="bullet"/>
      <w:lvlText w:val=""/>
      <w:lvlJc w:val="left"/>
      <w:pPr>
        <w:ind w:left="6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15">
    <w:nsid w:val="40FA7084"/>
    <w:multiLevelType w:val="multilevel"/>
    <w:tmpl w:val="507AE7C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>
    <w:nsid w:val="44890C48"/>
    <w:multiLevelType w:val="hybridMultilevel"/>
    <w:tmpl w:val="8C50858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44AA6479"/>
    <w:multiLevelType w:val="hybridMultilevel"/>
    <w:tmpl w:val="085C1F10"/>
    <w:lvl w:ilvl="0" w:tplc="2618C5EE">
      <w:start w:val="1"/>
      <w:numFmt w:val="decimal"/>
      <w:lvlText w:val="%1."/>
      <w:lvlJc w:val="left"/>
      <w:pPr>
        <w:ind w:left="501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5937E7"/>
    <w:multiLevelType w:val="hybridMultilevel"/>
    <w:tmpl w:val="CA6292FE"/>
    <w:lvl w:ilvl="0" w:tplc="0C92ACDA">
      <w:start w:val="1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20">
    <w:nsid w:val="526B1CBE"/>
    <w:multiLevelType w:val="hybridMultilevel"/>
    <w:tmpl w:val="D16841AE"/>
    <w:lvl w:ilvl="0" w:tplc="1AF239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3E481B"/>
    <w:multiLevelType w:val="hybridMultilevel"/>
    <w:tmpl w:val="F47E1194"/>
    <w:lvl w:ilvl="0" w:tplc="04190001">
      <w:start w:val="1"/>
      <w:numFmt w:val="bullet"/>
      <w:lvlText w:val=""/>
      <w:lvlJc w:val="left"/>
      <w:pPr>
        <w:ind w:left="6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22">
    <w:nsid w:val="53AE0B9F"/>
    <w:multiLevelType w:val="hybridMultilevel"/>
    <w:tmpl w:val="74C63C82"/>
    <w:lvl w:ilvl="0" w:tplc="1AF239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A91788"/>
    <w:multiLevelType w:val="hybridMultilevel"/>
    <w:tmpl w:val="F1E44A4A"/>
    <w:lvl w:ilvl="0" w:tplc="8848C6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A20C9F"/>
    <w:multiLevelType w:val="hybridMultilevel"/>
    <w:tmpl w:val="E506B894"/>
    <w:lvl w:ilvl="0" w:tplc="04190001">
      <w:start w:val="1"/>
      <w:numFmt w:val="bullet"/>
      <w:lvlText w:val=""/>
      <w:lvlJc w:val="left"/>
      <w:pPr>
        <w:ind w:left="10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25">
    <w:nsid w:val="6E2671ED"/>
    <w:multiLevelType w:val="hybridMultilevel"/>
    <w:tmpl w:val="D16841AE"/>
    <w:lvl w:ilvl="0" w:tplc="1AF239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7">
    <w:nsid w:val="720452FD"/>
    <w:multiLevelType w:val="hybridMultilevel"/>
    <w:tmpl w:val="D16841AE"/>
    <w:lvl w:ilvl="0" w:tplc="1AF239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033384"/>
    <w:multiLevelType w:val="hybridMultilevel"/>
    <w:tmpl w:val="11DC8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4C498F"/>
    <w:multiLevelType w:val="hybridMultilevel"/>
    <w:tmpl w:val="18D28E36"/>
    <w:lvl w:ilvl="0" w:tplc="1D4AEC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863FB7"/>
    <w:multiLevelType w:val="hybridMultilevel"/>
    <w:tmpl w:val="C27C8FF4"/>
    <w:lvl w:ilvl="0" w:tplc="E55A41E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16"/>
  </w:num>
  <w:num w:numId="16">
    <w:abstractNumId w:val="15"/>
  </w:num>
  <w:num w:numId="17">
    <w:abstractNumId w:val="8"/>
  </w:num>
  <w:num w:numId="18">
    <w:abstractNumId w:val="3"/>
  </w:num>
  <w:num w:numId="19">
    <w:abstractNumId w:val="11"/>
  </w:num>
  <w:num w:numId="20">
    <w:abstractNumId w:val="17"/>
  </w:num>
  <w:num w:numId="21">
    <w:abstractNumId w:val="19"/>
  </w:num>
  <w:num w:numId="22">
    <w:abstractNumId w:val="28"/>
  </w:num>
  <w:num w:numId="23">
    <w:abstractNumId w:val="29"/>
  </w:num>
  <w:num w:numId="24">
    <w:abstractNumId w:val="23"/>
  </w:num>
  <w:num w:numId="25">
    <w:abstractNumId w:val="1"/>
  </w:num>
  <w:num w:numId="26">
    <w:abstractNumId w:val="22"/>
  </w:num>
  <w:num w:numId="27">
    <w:abstractNumId w:val="2"/>
  </w:num>
  <w:num w:numId="28">
    <w:abstractNumId w:val="7"/>
  </w:num>
  <w:num w:numId="29">
    <w:abstractNumId w:val="5"/>
  </w:num>
  <w:num w:numId="30">
    <w:abstractNumId w:val="27"/>
  </w:num>
  <w:num w:numId="31">
    <w:abstractNumId w:val="20"/>
  </w:num>
  <w:num w:numId="32">
    <w:abstractNumId w:val="30"/>
  </w:num>
  <w:num w:numId="33">
    <w:abstractNumId w:val="25"/>
  </w:num>
  <w:num w:numId="34">
    <w:abstractNumId w:val="6"/>
  </w:num>
  <w:num w:numId="35">
    <w:abstractNumId w:val="4"/>
  </w:num>
  <w:num w:numId="36">
    <w:abstractNumId w:val="9"/>
  </w:num>
  <w:num w:numId="37">
    <w:abstractNumId w:val="21"/>
  </w:num>
  <w:num w:numId="38">
    <w:abstractNumId w:val="10"/>
  </w:num>
  <w:num w:numId="39">
    <w:abstractNumId w:val="14"/>
  </w:num>
  <w:num w:numId="40">
    <w:abstractNumId w:val="12"/>
  </w:num>
  <w:num w:numId="41">
    <w:abstractNumId w:val="24"/>
  </w:num>
  <w:num w:numId="42">
    <w:abstractNumId w:val="18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attachedTemplate r:id="rId1"/>
  <w:stylePaneFormatFilter w:val="3F01"/>
  <w:defaultTabStop w:val="851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3B4F"/>
    <w:rsid w:val="000018D1"/>
    <w:rsid w:val="00003912"/>
    <w:rsid w:val="00004D16"/>
    <w:rsid w:val="0000596A"/>
    <w:rsid w:val="00005D7D"/>
    <w:rsid w:val="0000603C"/>
    <w:rsid w:val="000064E0"/>
    <w:rsid w:val="000068DB"/>
    <w:rsid w:val="00007AC6"/>
    <w:rsid w:val="0001059E"/>
    <w:rsid w:val="00010FAF"/>
    <w:rsid w:val="00011561"/>
    <w:rsid w:val="000131A0"/>
    <w:rsid w:val="0001412E"/>
    <w:rsid w:val="00014D6B"/>
    <w:rsid w:val="00014E34"/>
    <w:rsid w:val="00015E7C"/>
    <w:rsid w:val="00016984"/>
    <w:rsid w:val="00017911"/>
    <w:rsid w:val="000214BA"/>
    <w:rsid w:val="000221E6"/>
    <w:rsid w:val="00022A50"/>
    <w:rsid w:val="00023952"/>
    <w:rsid w:val="000239FF"/>
    <w:rsid w:val="000244CE"/>
    <w:rsid w:val="0002469B"/>
    <w:rsid w:val="00025D51"/>
    <w:rsid w:val="00030300"/>
    <w:rsid w:val="00030E5E"/>
    <w:rsid w:val="00031E32"/>
    <w:rsid w:val="000326F9"/>
    <w:rsid w:val="000349C4"/>
    <w:rsid w:val="00034A5E"/>
    <w:rsid w:val="000354BB"/>
    <w:rsid w:val="00035E5B"/>
    <w:rsid w:val="000365D2"/>
    <w:rsid w:val="00037042"/>
    <w:rsid w:val="00042895"/>
    <w:rsid w:val="00047007"/>
    <w:rsid w:val="00050492"/>
    <w:rsid w:val="00050F7C"/>
    <w:rsid w:val="00053647"/>
    <w:rsid w:val="00054488"/>
    <w:rsid w:val="000546D0"/>
    <w:rsid w:val="00054A2F"/>
    <w:rsid w:val="00054ACC"/>
    <w:rsid w:val="00054F05"/>
    <w:rsid w:val="000554DF"/>
    <w:rsid w:val="00055719"/>
    <w:rsid w:val="00056A61"/>
    <w:rsid w:val="00057082"/>
    <w:rsid w:val="00061729"/>
    <w:rsid w:val="00062899"/>
    <w:rsid w:val="000636AE"/>
    <w:rsid w:val="00063C56"/>
    <w:rsid w:val="000644FF"/>
    <w:rsid w:val="00064A45"/>
    <w:rsid w:val="000723AB"/>
    <w:rsid w:val="000734DB"/>
    <w:rsid w:val="0007375A"/>
    <w:rsid w:val="00073B52"/>
    <w:rsid w:val="00074AE5"/>
    <w:rsid w:val="00074CE5"/>
    <w:rsid w:val="00075799"/>
    <w:rsid w:val="000760A0"/>
    <w:rsid w:val="00076208"/>
    <w:rsid w:val="00077148"/>
    <w:rsid w:val="00077BE8"/>
    <w:rsid w:val="00077BEA"/>
    <w:rsid w:val="000814CD"/>
    <w:rsid w:val="00082ADC"/>
    <w:rsid w:val="00082F9F"/>
    <w:rsid w:val="00083D24"/>
    <w:rsid w:val="00084095"/>
    <w:rsid w:val="00087A7F"/>
    <w:rsid w:val="00087B65"/>
    <w:rsid w:val="00091D14"/>
    <w:rsid w:val="00092456"/>
    <w:rsid w:val="0009336D"/>
    <w:rsid w:val="00093E18"/>
    <w:rsid w:val="0009640B"/>
    <w:rsid w:val="00096539"/>
    <w:rsid w:val="00096ACB"/>
    <w:rsid w:val="000971DA"/>
    <w:rsid w:val="00097894"/>
    <w:rsid w:val="000A174A"/>
    <w:rsid w:val="000A2027"/>
    <w:rsid w:val="000A2347"/>
    <w:rsid w:val="000A27FA"/>
    <w:rsid w:val="000A4387"/>
    <w:rsid w:val="000A4CA4"/>
    <w:rsid w:val="000A5AD6"/>
    <w:rsid w:val="000A6DF6"/>
    <w:rsid w:val="000A7B1D"/>
    <w:rsid w:val="000B038F"/>
    <w:rsid w:val="000B2A6E"/>
    <w:rsid w:val="000B2DE7"/>
    <w:rsid w:val="000B45D9"/>
    <w:rsid w:val="000B54D9"/>
    <w:rsid w:val="000B657B"/>
    <w:rsid w:val="000B65C5"/>
    <w:rsid w:val="000B69BC"/>
    <w:rsid w:val="000B71ED"/>
    <w:rsid w:val="000C2215"/>
    <w:rsid w:val="000C2454"/>
    <w:rsid w:val="000C283F"/>
    <w:rsid w:val="000C35F6"/>
    <w:rsid w:val="000C509D"/>
    <w:rsid w:val="000C5925"/>
    <w:rsid w:val="000C6953"/>
    <w:rsid w:val="000C7C48"/>
    <w:rsid w:val="000D0F55"/>
    <w:rsid w:val="000D5249"/>
    <w:rsid w:val="000D5521"/>
    <w:rsid w:val="000D57C6"/>
    <w:rsid w:val="000D60F4"/>
    <w:rsid w:val="000D7002"/>
    <w:rsid w:val="000D7DF6"/>
    <w:rsid w:val="000D7E29"/>
    <w:rsid w:val="000E168C"/>
    <w:rsid w:val="000E5699"/>
    <w:rsid w:val="000E5E0F"/>
    <w:rsid w:val="000F1C48"/>
    <w:rsid w:val="000F1E4F"/>
    <w:rsid w:val="000F1EBB"/>
    <w:rsid w:val="000F3131"/>
    <w:rsid w:val="000F50ED"/>
    <w:rsid w:val="000F61FD"/>
    <w:rsid w:val="000F7F0A"/>
    <w:rsid w:val="00103531"/>
    <w:rsid w:val="001035A0"/>
    <w:rsid w:val="00104AB3"/>
    <w:rsid w:val="00106473"/>
    <w:rsid w:val="00107005"/>
    <w:rsid w:val="00110144"/>
    <w:rsid w:val="0011063F"/>
    <w:rsid w:val="001111B0"/>
    <w:rsid w:val="00112244"/>
    <w:rsid w:val="00112683"/>
    <w:rsid w:val="00112F85"/>
    <w:rsid w:val="00113022"/>
    <w:rsid w:val="0011455A"/>
    <w:rsid w:val="00115BB1"/>
    <w:rsid w:val="00117992"/>
    <w:rsid w:val="00122093"/>
    <w:rsid w:val="00122256"/>
    <w:rsid w:val="00124C9B"/>
    <w:rsid w:val="00125260"/>
    <w:rsid w:val="00126496"/>
    <w:rsid w:val="001270C6"/>
    <w:rsid w:val="001277D3"/>
    <w:rsid w:val="00134152"/>
    <w:rsid w:val="0013557E"/>
    <w:rsid w:val="00135B55"/>
    <w:rsid w:val="0013659A"/>
    <w:rsid w:val="0013661D"/>
    <w:rsid w:val="00137571"/>
    <w:rsid w:val="0013763C"/>
    <w:rsid w:val="00137AFB"/>
    <w:rsid w:val="00140AF3"/>
    <w:rsid w:val="00141B4B"/>
    <w:rsid w:val="001425E4"/>
    <w:rsid w:val="00144AF7"/>
    <w:rsid w:val="00145CEE"/>
    <w:rsid w:val="0014622B"/>
    <w:rsid w:val="00151667"/>
    <w:rsid w:val="0015230B"/>
    <w:rsid w:val="00153BA6"/>
    <w:rsid w:val="00155DBB"/>
    <w:rsid w:val="00155EB3"/>
    <w:rsid w:val="0015780D"/>
    <w:rsid w:val="0016026B"/>
    <w:rsid w:val="00160E4F"/>
    <w:rsid w:val="00161CC5"/>
    <w:rsid w:val="00162435"/>
    <w:rsid w:val="00162D00"/>
    <w:rsid w:val="00164DAF"/>
    <w:rsid w:val="00165CF8"/>
    <w:rsid w:val="001663A6"/>
    <w:rsid w:val="001664F4"/>
    <w:rsid w:val="00170732"/>
    <w:rsid w:val="00171326"/>
    <w:rsid w:val="001714DA"/>
    <w:rsid w:val="0017163A"/>
    <w:rsid w:val="001733EB"/>
    <w:rsid w:val="00175D12"/>
    <w:rsid w:val="00181A94"/>
    <w:rsid w:val="00181D51"/>
    <w:rsid w:val="00183A51"/>
    <w:rsid w:val="00184D17"/>
    <w:rsid w:val="00185839"/>
    <w:rsid w:val="00186CF2"/>
    <w:rsid w:val="00187293"/>
    <w:rsid w:val="00187C56"/>
    <w:rsid w:val="00190CF7"/>
    <w:rsid w:val="00190F26"/>
    <w:rsid w:val="001912F0"/>
    <w:rsid w:val="00191AC4"/>
    <w:rsid w:val="0019262C"/>
    <w:rsid w:val="00193453"/>
    <w:rsid w:val="00193CAA"/>
    <w:rsid w:val="0019571A"/>
    <w:rsid w:val="001978E0"/>
    <w:rsid w:val="001A46E0"/>
    <w:rsid w:val="001A4770"/>
    <w:rsid w:val="001A4EBE"/>
    <w:rsid w:val="001A51D0"/>
    <w:rsid w:val="001A559B"/>
    <w:rsid w:val="001B28C4"/>
    <w:rsid w:val="001B2FCB"/>
    <w:rsid w:val="001B4162"/>
    <w:rsid w:val="001B4FC9"/>
    <w:rsid w:val="001B7591"/>
    <w:rsid w:val="001C3208"/>
    <w:rsid w:val="001C3883"/>
    <w:rsid w:val="001C4AA5"/>
    <w:rsid w:val="001C4ADD"/>
    <w:rsid w:val="001C4C84"/>
    <w:rsid w:val="001C50C4"/>
    <w:rsid w:val="001C6A41"/>
    <w:rsid w:val="001C6A84"/>
    <w:rsid w:val="001C6D8C"/>
    <w:rsid w:val="001D0B8F"/>
    <w:rsid w:val="001D1913"/>
    <w:rsid w:val="001D26C0"/>
    <w:rsid w:val="001D2834"/>
    <w:rsid w:val="001D3BE7"/>
    <w:rsid w:val="001D4668"/>
    <w:rsid w:val="001D56F7"/>
    <w:rsid w:val="001D6297"/>
    <w:rsid w:val="001D7DA0"/>
    <w:rsid w:val="001D7DCB"/>
    <w:rsid w:val="001E1F5B"/>
    <w:rsid w:val="001E22F9"/>
    <w:rsid w:val="001E257F"/>
    <w:rsid w:val="001E25A5"/>
    <w:rsid w:val="001E2818"/>
    <w:rsid w:val="001E306B"/>
    <w:rsid w:val="001E4968"/>
    <w:rsid w:val="001E4CE1"/>
    <w:rsid w:val="001E524D"/>
    <w:rsid w:val="001E5B23"/>
    <w:rsid w:val="001F0312"/>
    <w:rsid w:val="001F1F36"/>
    <w:rsid w:val="001F50EA"/>
    <w:rsid w:val="001F5865"/>
    <w:rsid w:val="001F5BF7"/>
    <w:rsid w:val="001F767A"/>
    <w:rsid w:val="002005F5"/>
    <w:rsid w:val="00201C99"/>
    <w:rsid w:val="00202962"/>
    <w:rsid w:val="00203BA9"/>
    <w:rsid w:val="002057A0"/>
    <w:rsid w:val="00205B12"/>
    <w:rsid w:val="002073FF"/>
    <w:rsid w:val="00211556"/>
    <w:rsid w:val="00212C99"/>
    <w:rsid w:val="0021599D"/>
    <w:rsid w:val="00216622"/>
    <w:rsid w:val="00216EE2"/>
    <w:rsid w:val="00217680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4773"/>
    <w:rsid w:val="00225CA6"/>
    <w:rsid w:val="00226DEF"/>
    <w:rsid w:val="00227DB1"/>
    <w:rsid w:val="00231BE1"/>
    <w:rsid w:val="002333C0"/>
    <w:rsid w:val="00233C2F"/>
    <w:rsid w:val="00235378"/>
    <w:rsid w:val="00235585"/>
    <w:rsid w:val="002357C5"/>
    <w:rsid w:val="002369D3"/>
    <w:rsid w:val="00240855"/>
    <w:rsid w:val="00240B04"/>
    <w:rsid w:val="00240E44"/>
    <w:rsid w:val="00240E78"/>
    <w:rsid w:val="00241498"/>
    <w:rsid w:val="0024163A"/>
    <w:rsid w:val="00241F6D"/>
    <w:rsid w:val="00242161"/>
    <w:rsid w:val="002434C0"/>
    <w:rsid w:val="00243B21"/>
    <w:rsid w:val="00246735"/>
    <w:rsid w:val="0025031B"/>
    <w:rsid w:val="00251354"/>
    <w:rsid w:val="0025151D"/>
    <w:rsid w:val="00252362"/>
    <w:rsid w:val="00252C7C"/>
    <w:rsid w:val="00253139"/>
    <w:rsid w:val="00253D6F"/>
    <w:rsid w:val="00254AAF"/>
    <w:rsid w:val="00255565"/>
    <w:rsid w:val="00262832"/>
    <w:rsid w:val="00263200"/>
    <w:rsid w:val="0026404D"/>
    <w:rsid w:val="00267F25"/>
    <w:rsid w:val="002709C3"/>
    <w:rsid w:val="00272C9C"/>
    <w:rsid w:val="0027378B"/>
    <w:rsid w:val="00273A6D"/>
    <w:rsid w:val="00274E37"/>
    <w:rsid w:val="002807DD"/>
    <w:rsid w:val="00281553"/>
    <w:rsid w:val="00281B9E"/>
    <w:rsid w:val="00283195"/>
    <w:rsid w:val="00286DD7"/>
    <w:rsid w:val="002873AA"/>
    <w:rsid w:val="002902B4"/>
    <w:rsid w:val="00290688"/>
    <w:rsid w:val="00290C79"/>
    <w:rsid w:val="0029131C"/>
    <w:rsid w:val="0029165C"/>
    <w:rsid w:val="0029462B"/>
    <w:rsid w:val="00295CF3"/>
    <w:rsid w:val="00297647"/>
    <w:rsid w:val="00297B5E"/>
    <w:rsid w:val="002A0403"/>
    <w:rsid w:val="002A1714"/>
    <w:rsid w:val="002A19ED"/>
    <w:rsid w:val="002A4609"/>
    <w:rsid w:val="002A48EE"/>
    <w:rsid w:val="002B0267"/>
    <w:rsid w:val="002B071E"/>
    <w:rsid w:val="002B19A7"/>
    <w:rsid w:val="002B30E0"/>
    <w:rsid w:val="002B4B3E"/>
    <w:rsid w:val="002B4BA8"/>
    <w:rsid w:val="002B4E41"/>
    <w:rsid w:val="002B5878"/>
    <w:rsid w:val="002C1236"/>
    <w:rsid w:val="002C1320"/>
    <w:rsid w:val="002C14EF"/>
    <w:rsid w:val="002C1DBC"/>
    <w:rsid w:val="002C213C"/>
    <w:rsid w:val="002C2D89"/>
    <w:rsid w:val="002C38EC"/>
    <w:rsid w:val="002C3C0C"/>
    <w:rsid w:val="002C422B"/>
    <w:rsid w:val="002C482D"/>
    <w:rsid w:val="002D1D52"/>
    <w:rsid w:val="002D3E2F"/>
    <w:rsid w:val="002D4FD4"/>
    <w:rsid w:val="002D61A0"/>
    <w:rsid w:val="002D7B7E"/>
    <w:rsid w:val="002E052E"/>
    <w:rsid w:val="002E0B52"/>
    <w:rsid w:val="002E18BE"/>
    <w:rsid w:val="002E19DE"/>
    <w:rsid w:val="002E2A04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5991"/>
    <w:rsid w:val="002F5E32"/>
    <w:rsid w:val="002F608F"/>
    <w:rsid w:val="002F68B2"/>
    <w:rsid w:val="002F7066"/>
    <w:rsid w:val="002F7111"/>
    <w:rsid w:val="002F7208"/>
    <w:rsid w:val="00302EAA"/>
    <w:rsid w:val="0030390A"/>
    <w:rsid w:val="0030484E"/>
    <w:rsid w:val="00304874"/>
    <w:rsid w:val="00304A5F"/>
    <w:rsid w:val="00305CC7"/>
    <w:rsid w:val="0030755A"/>
    <w:rsid w:val="00310C06"/>
    <w:rsid w:val="00311475"/>
    <w:rsid w:val="00311481"/>
    <w:rsid w:val="0031182A"/>
    <w:rsid w:val="00312293"/>
    <w:rsid w:val="00316D7B"/>
    <w:rsid w:val="0031704E"/>
    <w:rsid w:val="00317F44"/>
    <w:rsid w:val="00320249"/>
    <w:rsid w:val="0032492B"/>
    <w:rsid w:val="003252FE"/>
    <w:rsid w:val="0032572E"/>
    <w:rsid w:val="00325A72"/>
    <w:rsid w:val="003274C4"/>
    <w:rsid w:val="00331D45"/>
    <w:rsid w:val="00332232"/>
    <w:rsid w:val="00334438"/>
    <w:rsid w:val="00334511"/>
    <w:rsid w:val="00334EC6"/>
    <w:rsid w:val="00335B06"/>
    <w:rsid w:val="00335BCC"/>
    <w:rsid w:val="00336BDE"/>
    <w:rsid w:val="00337D72"/>
    <w:rsid w:val="0034215C"/>
    <w:rsid w:val="00342B00"/>
    <w:rsid w:val="003430FC"/>
    <w:rsid w:val="00344016"/>
    <w:rsid w:val="0034411F"/>
    <w:rsid w:val="0034444E"/>
    <w:rsid w:val="003449A7"/>
    <w:rsid w:val="00345AB3"/>
    <w:rsid w:val="00346207"/>
    <w:rsid w:val="00347902"/>
    <w:rsid w:val="0035048E"/>
    <w:rsid w:val="0035246C"/>
    <w:rsid w:val="00354C9B"/>
    <w:rsid w:val="003558E4"/>
    <w:rsid w:val="00360B92"/>
    <w:rsid w:val="003614A9"/>
    <w:rsid w:val="003614B5"/>
    <w:rsid w:val="00362F8E"/>
    <w:rsid w:val="003651F5"/>
    <w:rsid w:val="00365D29"/>
    <w:rsid w:val="003660B2"/>
    <w:rsid w:val="003664B0"/>
    <w:rsid w:val="0036713F"/>
    <w:rsid w:val="003675C7"/>
    <w:rsid w:val="00367804"/>
    <w:rsid w:val="00367866"/>
    <w:rsid w:val="00367E13"/>
    <w:rsid w:val="003704D8"/>
    <w:rsid w:val="00370B0E"/>
    <w:rsid w:val="00370E13"/>
    <w:rsid w:val="0037197D"/>
    <w:rsid w:val="00372079"/>
    <w:rsid w:val="00373303"/>
    <w:rsid w:val="00374131"/>
    <w:rsid w:val="003742B6"/>
    <w:rsid w:val="00374F4B"/>
    <w:rsid w:val="00375B04"/>
    <w:rsid w:val="00380EE5"/>
    <w:rsid w:val="00381528"/>
    <w:rsid w:val="003826B6"/>
    <w:rsid w:val="00382E7C"/>
    <w:rsid w:val="00383C89"/>
    <w:rsid w:val="0038501A"/>
    <w:rsid w:val="003867BA"/>
    <w:rsid w:val="00386F52"/>
    <w:rsid w:val="003900C4"/>
    <w:rsid w:val="00390BBC"/>
    <w:rsid w:val="00390C9D"/>
    <w:rsid w:val="00392389"/>
    <w:rsid w:val="00392397"/>
    <w:rsid w:val="00392BF7"/>
    <w:rsid w:val="0039365C"/>
    <w:rsid w:val="003944C8"/>
    <w:rsid w:val="0039489E"/>
    <w:rsid w:val="00394D39"/>
    <w:rsid w:val="00394DF8"/>
    <w:rsid w:val="00394FBE"/>
    <w:rsid w:val="00395B9B"/>
    <w:rsid w:val="00397249"/>
    <w:rsid w:val="003974F8"/>
    <w:rsid w:val="003978DD"/>
    <w:rsid w:val="003A344D"/>
    <w:rsid w:val="003A38F8"/>
    <w:rsid w:val="003A3B80"/>
    <w:rsid w:val="003A47AB"/>
    <w:rsid w:val="003A52A1"/>
    <w:rsid w:val="003A7185"/>
    <w:rsid w:val="003A7205"/>
    <w:rsid w:val="003A7A33"/>
    <w:rsid w:val="003B0649"/>
    <w:rsid w:val="003B1103"/>
    <w:rsid w:val="003B1FCB"/>
    <w:rsid w:val="003B2BEB"/>
    <w:rsid w:val="003B2CC0"/>
    <w:rsid w:val="003B2CCC"/>
    <w:rsid w:val="003B4126"/>
    <w:rsid w:val="003B7264"/>
    <w:rsid w:val="003C0BE8"/>
    <w:rsid w:val="003C0E80"/>
    <w:rsid w:val="003C374B"/>
    <w:rsid w:val="003C4990"/>
    <w:rsid w:val="003C57EB"/>
    <w:rsid w:val="003C5B7E"/>
    <w:rsid w:val="003C7A7E"/>
    <w:rsid w:val="003D181F"/>
    <w:rsid w:val="003D19BC"/>
    <w:rsid w:val="003D1D64"/>
    <w:rsid w:val="003D36D0"/>
    <w:rsid w:val="003D503D"/>
    <w:rsid w:val="003E1E4C"/>
    <w:rsid w:val="003E3A98"/>
    <w:rsid w:val="003E5132"/>
    <w:rsid w:val="003E57D2"/>
    <w:rsid w:val="003E5D6B"/>
    <w:rsid w:val="003E5EBC"/>
    <w:rsid w:val="003E7FD9"/>
    <w:rsid w:val="003F02AB"/>
    <w:rsid w:val="003F02F7"/>
    <w:rsid w:val="003F4FFF"/>
    <w:rsid w:val="00400CBB"/>
    <w:rsid w:val="00400FC0"/>
    <w:rsid w:val="004013EB"/>
    <w:rsid w:val="004042FC"/>
    <w:rsid w:val="0040455B"/>
    <w:rsid w:val="00404CCD"/>
    <w:rsid w:val="004116EB"/>
    <w:rsid w:val="004126C2"/>
    <w:rsid w:val="00412A93"/>
    <w:rsid w:val="00413431"/>
    <w:rsid w:val="00414255"/>
    <w:rsid w:val="0041453E"/>
    <w:rsid w:val="0041683E"/>
    <w:rsid w:val="004177BF"/>
    <w:rsid w:val="00420753"/>
    <w:rsid w:val="004221BC"/>
    <w:rsid w:val="00422A0B"/>
    <w:rsid w:val="0042395B"/>
    <w:rsid w:val="00424881"/>
    <w:rsid w:val="00426C4E"/>
    <w:rsid w:val="00431871"/>
    <w:rsid w:val="00432843"/>
    <w:rsid w:val="00433C89"/>
    <w:rsid w:val="00433C8F"/>
    <w:rsid w:val="004341EC"/>
    <w:rsid w:val="00434C01"/>
    <w:rsid w:val="004360EF"/>
    <w:rsid w:val="004372AF"/>
    <w:rsid w:val="0043744E"/>
    <w:rsid w:val="004376AB"/>
    <w:rsid w:val="00437DF7"/>
    <w:rsid w:val="00440549"/>
    <w:rsid w:val="004417F3"/>
    <w:rsid w:val="0044300C"/>
    <w:rsid w:val="004434D5"/>
    <w:rsid w:val="00443825"/>
    <w:rsid w:val="004445BA"/>
    <w:rsid w:val="00444B0E"/>
    <w:rsid w:val="00444D7C"/>
    <w:rsid w:val="00445E37"/>
    <w:rsid w:val="00447AF1"/>
    <w:rsid w:val="00450FAD"/>
    <w:rsid w:val="004513C4"/>
    <w:rsid w:val="00452038"/>
    <w:rsid w:val="00452325"/>
    <w:rsid w:val="0045463A"/>
    <w:rsid w:val="00454BDA"/>
    <w:rsid w:val="00457603"/>
    <w:rsid w:val="004603ED"/>
    <w:rsid w:val="004609B2"/>
    <w:rsid w:val="004617F5"/>
    <w:rsid w:val="004627A0"/>
    <w:rsid w:val="00462D64"/>
    <w:rsid w:val="00463DAE"/>
    <w:rsid w:val="00464672"/>
    <w:rsid w:val="00465956"/>
    <w:rsid w:val="004667CB"/>
    <w:rsid w:val="00466AFC"/>
    <w:rsid w:val="00467C3A"/>
    <w:rsid w:val="00471641"/>
    <w:rsid w:val="00471CA6"/>
    <w:rsid w:val="00471E07"/>
    <w:rsid w:val="00471F40"/>
    <w:rsid w:val="004738B4"/>
    <w:rsid w:val="00473B3C"/>
    <w:rsid w:val="0047406A"/>
    <w:rsid w:val="00475E92"/>
    <w:rsid w:val="00476126"/>
    <w:rsid w:val="0047685E"/>
    <w:rsid w:val="0047774C"/>
    <w:rsid w:val="00481201"/>
    <w:rsid w:val="004825EB"/>
    <w:rsid w:val="00483771"/>
    <w:rsid w:val="00484BB2"/>
    <w:rsid w:val="00484F6E"/>
    <w:rsid w:val="004851C8"/>
    <w:rsid w:val="00485B80"/>
    <w:rsid w:val="00486FF2"/>
    <w:rsid w:val="004879A5"/>
    <w:rsid w:val="00490199"/>
    <w:rsid w:val="004903CA"/>
    <w:rsid w:val="004915B0"/>
    <w:rsid w:val="00491D49"/>
    <w:rsid w:val="004933B3"/>
    <w:rsid w:val="00494499"/>
    <w:rsid w:val="00494E95"/>
    <w:rsid w:val="004956DB"/>
    <w:rsid w:val="00495F95"/>
    <w:rsid w:val="00496478"/>
    <w:rsid w:val="00496E1B"/>
    <w:rsid w:val="004972C6"/>
    <w:rsid w:val="00497D4C"/>
    <w:rsid w:val="004A1385"/>
    <w:rsid w:val="004A1B1F"/>
    <w:rsid w:val="004A5524"/>
    <w:rsid w:val="004A5C57"/>
    <w:rsid w:val="004A727C"/>
    <w:rsid w:val="004B045D"/>
    <w:rsid w:val="004B0D40"/>
    <w:rsid w:val="004B105D"/>
    <w:rsid w:val="004B1542"/>
    <w:rsid w:val="004B3B86"/>
    <w:rsid w:val="004B43E0"/>
    <w:rsid w:val="004B5BB8"/>
    <w:rsid w:val="004B61A7"/>
    <w:rsid w:val="004B6666"/>
    <w:rsid w:val="004C0079"/>
    <w:rsid w:val="004C03D7"/>
    <w:rsid w:val="004C1F3A"/>
    <w:rsid w:val="004C27AC"/>
    <w:rsid w:val="004C5926"/>
    <w:rsid w:val="004C5E68"/>
    <w:rsid w:val="004C5EB9"/>
    <w:rsid w:val="004C7BB9"/>
    <w:rsid w:val="004D2665"/>
    <w:rsid w:val="004D269F"/>
    <w:rsid w:val="004D26F5"/>
    <w:rsid w:val="004D4AFB"/>
    <w:rsid w:val="004D556E"/>
    <w:rsid w:val="004D6A06"/>
    <w:rsid w:val="004E0070"/>
    <w:rsid w:val="004E02A2"/>
    <w:rsid w:val="004E02B9"/>
    <w:rsid w:val="004E07B4"/>
    <w:rsid w:val="004E148E"/>
    <w:rsid w:val="004E21B5"/>
    <w:rsid w:val="004E3FC2"/>
    <w:rsid w:val="004E5D07"/>
    <w:rsid w:val="004E6C29"/>
    <w:rsid w:val="004F0666"/>
    <w:rsid w:val="004F0785"/>
    <w:rsid w:val="004F2A25"/>
    <w:rsid w:val="004F4D0A"/>
    <w:rsid w:val="004F55CF"/>
    <w:rsid w:val="004F6764"/>
    <w:rsid w:val="004F79E0"/>
    <w:rsid w:val="00500A1D"/>
    <w:rsid w:val="0050204C"/>
    <w:rsid w:val="00502D42"/>
    <w:rsid w:val="0050476E"/>
    <w:rsid w:val="00506319"/>
    <w:rsid w:val="005066CB"/>
    <w:rsid w:val="005079FC"/>
    <w:rsid w:val="0051037A"/>
    <w:rsid w:val="0051095F"/>
    <w:rsid w:val="00511C0B"/>
    <w:rsid w:val="00511CC2"/>
    <w:rsid w:val="00512066"/>
    <w:rsid w:val="00513286"/>
    <w:rsid w:val="005136F7"/>
    <w:rsid w:val="00515168"/>
    <w:rsid w:val="00515237"/>
    <w:rsid w:val="00515A4A"/>
    <w:rsid w:val="0052065F"/>
    <w:rsid w:val="00522AF8"/>
    <w:rsid w:val="00524B30"/>
    <w:rsid w:val="00524B9D"/>
    <w:rsid w:val="005267EC"/>
    <w:rsid w:val="005307D0"/>
    <w:rsid w:val="00531212"/>
    <w:rsid w:val="00533B4F"/>
    <w:rsid w:val="00534666"/>
    <w:rsid w:val="00534825"/>
    <w:rsid w:val="00540FB8"/>
    <w:rsid w:val="00542BC4"/>
    <w:rsid w:val="0054368B"/>
    <w:rsid w:val="00543C92"/>
    <w:rsid w:val="005473A7"/>
    <w:rsid w:val="00550022"/>
    <w:rsid w:val="005503C8"/>
    <w:rsid w:val="00552380"/>
    <w:rsid w:val="005528C1"/>
    <w:rsid w:val="00552BFE"/>
    <w:rsid w:val="00553390"/>
    <w:rsid w:val="00554834"/>
    <w:rsid w:val="00556692"/>
    <w:rsid w:val="005607ED"/>
    <w:rsid w:val="00561352"/>
    <w:rsid w:val="0056217A"/>
    <w:rsid w:val="00562A69"/>
    <w:rsid w:val="00570726"/>
    <w:rsid w:val="005723EC"/>
    <w:rsid w:val="005747DE"/>
    <w:rsid w:val="005748DB"/>
    <w:rsid w:val="00575899"/>
    <w:rsid w:val="005768E3"/>
    <w:rsid w:val="00576950"/>
    <w:rsid w:val="00576B78"/>
    <w:rsid w:val="00576CC4"/>
    <w:rsid w:val="00576F39"/>
    <w:rsid w:val="00577318"/>
    <w:rsid w:val="00580907"/>
    <w:rsid w:val="005815FB"/>
    <w:rsid w:val="00581730"/>
    <w:rsid w:val="00582C4A"/>
    <w:rsid w:val="00583254"/>
    <w:rsid w:val="005840D1"/>
    <w:rsid w:val="00584E44"/>
    <w:rsid w:val="005866B0"/>
    <w:rsid w:val="005871C9"/>
    <w:rsid w:val="00587854"/>
    <w:rsid w:val="00587F95"/>
    <w:rsid w:val="00590CDA"/>
    <w:rsid w:val="0059169C"/>
    <w:rsid w:val="0059184B"/>
    <w:rsid w:val="00592A68"/>
    <w:rsid w:val="00594983"/>
    <w:rsid w:val="00594C6C"/>
    <w:rsid w:val="00594F85"/>
    <w:rsid w:val="005960BB"/>
    <w:rsid w:val="00596F45"/>
    <w:rsid w:val="005A0559"/>
    <w:rsid w:val="005A136C"/>
    <w:rsid w:val="005A393D"/>
    <w:rsid w:val="005A4EE1"/>
    <w:rsid w:val="005A5580"/>
    <w:rsid w:val="005A62B8"/>
    <w:rsid w:val="005B0D30"/>
    <w:rsid w:val="005B1550"/>
    <w:rsid w:val="005B2BDC"/>
    <w:rsid w:val="005B3D28"/>
    <w:rsid w:val="005B5AFF"/>
    <w:rsid w:val="005B622C"/>
    <w:rsid w:val="005B64D6"/>
    <w:rsid w:val="005C145E"/>
    <w:rsid w:val="005C2390"/>
    <w:rsid w:val="005C2AFC"/>
    <w:rsid w:val="005C623C"/>
    <w:rsid w:val="005D005D"/>
    <w:rsid w:val="005D0BF5"/>
    <w:rsid w:val="005D12F6"/>
    <w:rsid w:val="005D1EBA"/>
    <w:rsid w:val="005D2B4E"/>
    <w:rsid w:val="005D3005"/>
    <w:rsid w:val="005D3177"/>
    <w:rsid w:val="005D3BFD"/>
    <w:rsid w:val="005D46F8"/>
    <w:rsid w:val="005D7206"/>
    <w:rsid w:val="005D765F"/>
    <w:rsid w:val="005E00FC"/>
    <w:rsid w:val="005E0435"/>
    <w:rsid w:val="005E0C38"/>
    <w:rsid w:val="005E1D66"/>
    <w:rsid w:val="005E216C"/>
    <w:rsid w:val="005E24DA"/>
    <w:rsid w:val="005E4862"/>
    <w:rsid w:val="005E550F"/>
    <w:rsid w:val="005E5D37"/>
    <w:rsid w:val="005E5DCE"/>
    <w:rsid w:val="005E65E7"/>
    <w:rsid w:val="005E6C81"/>
    <w:rsid w:val="005F07F2"/>
    <w:rsid w:val="005F1AF4"/>
    <w:rsid w:val="005F4685"/>
    <w:rsid w:val="005F58B0"/>
    <w:rsid w:val="005F5A4C"/>
    <w:rsid w:val="005F76D0"/>
    <w:rsid w:val="005F7777"/>
    <w:rsid w:val="00601336"/>
    <w:rsid w:val="0060378A"/>
    <w:rsid w:val="00603C59"/>
    <w:rsid w:val="00604F01"/>
    <w:rsid w:val="00606A70"/>
    <w:rsid w:val="00606EE1"/>
    <w:rsid w:val="00607CC6"/>
    <w:rsid w:val="00607F7F"/>
    <w:rsid w:val="00610D6C"/>
    <w:rsid w:val="00610E75"/>
    <w:rsid w:val="00612B2A"/>
    <w:rsid w:val="00613178"/>
    <w:rsid w:val="00613BF0"/>
    <w:rsid w:val="006145AC"/>
    <w:rsid w:val="0061609A"/>
    <w:rsid w:val="0061647E"/>
    <w:rsid w:val="00617AA6"/>
    <w:rsid w:val="0062049B"/>
    <w:rsid w:val="00620DAB"/>
    <w:rsid w:val="00624675"/>
    <w:rsid w:val="00625679"/>
    <w:rsid w:val="00627209"/>
    <w:rsid w:val="00630244"/>
    <w:rsid w:val="00631995"/>
    <w:rsid w:val="006356E0"/>
    <w:rsid w:val="00636087"/>
    <w:rsid w:val="006362E6"/>
    <w:rsid w:val="00637174"/>
    <w:rsid w:val="0064012E"/>
    <w:rsid w:val="0064147C"/>
    <w:rsid w:val="006422B3"/>
    <w:rsid w:val="00645666"/>
    <w:rsid w:val="0064598E"/>
    <w:rsid w:val="0064637D"/>
    <w:rsid w:val="00646CE0"/>
    <w:rsid w:val="006470B4"/>
    <w:rsid w:val="006472C1"/>
    <w:rsid w:val="00651668"/>
    <w:rsid w:val="00651FBE"/>
    <w:rsid w:val="00652CCB"/>
    <w:rsid w:val="006539D5"/>
    <w:rsid w:val="00655546"/>
    <w:rsid w:val="00656B97"/>
    <w:rsid w:val="006573C4"/>
    <w:rsid w:val="00657542"/>
    <w:rsid w:val="00661375"/>
    <w:rsid w:val="00661A46"/>
    <w:rsid w:val="00662A75"/>
    <w:rsid w:val="00663FD9"/>
    <w:rsid w:val="006644CB"/>
    <w:rsid w:val="00664801"/>
    <w:rsid w:val="00664AC2"/>
    <w:rsid w:val="006675D5"/>
    <w:rsid w:val="00667F74"/>
    <w:rsid w:val="0067066F"/>
    <w:rsid w:val="00670F84"/>
    <w:rsid w:val="0067253D"/>
    <w:rsid w:val="00674E0E"/>
    <w:rsid w:val="00676935"/>
    <w:rsid w:val="00676CDA"/>
    <w:rsid w:val="00680783"/>
    <w:rsid w:val="00681EE7"/>
    <w:rsid w:val="0068204A"/>
    <w:rsid w:val="00682EB8"/>
    <w:rsid w:val="00683119"/>
    <w:rsid w:val="006840E7"/>
    <w:rsid w:val="006850BF"/>
    <w:rsid w:val="0068746E"/>
    <w:rsid w:val="0068750B"/>
    <w:rsid w:val="00690F66"/>
    <w:rsid w:val="0069178D"/>
    <w:rsid w:val="00692C0B"/>
    <w:rsid w:val="00692CA5"/>
    <w:rsid w:val="00693864"/>
    <w:rsid w:val="00695618"/>
    <w:rsid w:val="00696021"/>
    <w:rsid w:val="00696DE2"/>
    <w:rsid w:val="00696E56"/>
    <w:rsid w:val="00697DB4"/>
    <w:rsid w:val="006A08EB"/>
    <w:rsid w:val="006A0972"/>
    <w:rsid w:val="006A5E1C"/>
    <w:rsid w:val="006A64A5"/>
    <w:rsid w:val="006A7009"/>
    <w:rsid w:val="006C0668"/>
    <w:rsid w:val="006C36C3"/>
    <w:rsid w:val="006C3CBB"/>
    <w:rsid w:val="006C41DC"/>
    <w:rsid w:val="006C4218"/>
    <w:rsid w:val="006C4690"/>
    <w:rsid w:val="006C492D"/>
    <w:rsid w:val="006C4E08"/>
    <w:rsid w:val="006C6DBC"/>
    <w:rsid w:val="006C77A0"/>
    <w:rsid w:val="006C7B6D"/>
    <w:rsid w:val="006D31CC"/>
    <w:rsid w:val="006D5C98"/>
    <w:rsid w:val="006D60C5"/>
    <w:rsid w:val="006D656B"/>
    <w:rsid w:val="006D73DA"/>
    <w:rsid w:val="006D7B0A"/>
    <w:rsid w:val="006E0059"/>
    <w:rsid w:val="006E27F2"/>
    <w:rsid w:val="006E4D85"/>
    <w:rsid w:val="006E4E9E"/>
    <w:rsid w:val="006E5C5B"/>
    <w:rsid w:val="006E5D79"/>
    <w:rsid w:val="006E6F65"/>
    <w:rsid w:val="006E7906"/>
    <w:rsid w:val="006E7A9A"/>
    <w:rsid w:val="006F0909"/>
    <w:rsid w:val="006F0A27"/>
    <w:rsid w:val="006F11C5"/>
    <w:rsid w:val="006F193E"/>
    <w:rsid w:val="006F3E25"/>
    <w:rsid w:val="006F454C"/>
    <w:rsid w:val="006F5038"/>
    <w:rsid w:val="006F5521"/>
    <w:rsid w:val="006F5D0C"/>
    <w:rsid w:val="006F6FE0"/>
    <w:rsid w:val="00700106"/>
    <w:rsid w:val="00700733"/>
    <w:rsid w:val="00700DEC"/>
    <w:rsid w:val="0070154A"/>
    <w:rsid w:val="00702663"/>
    <w:rsid w:val="0070359C"/>
    <w:rsid w:val="00703868"/>
    <w:rsid w:val="00703E6A"/>
    <w:rsid w:val="00704C69"/>
    <w:rsid w:val="00706C24"/>
    <w:rsid w:val="00706DDB"/>
    <w:rsid w:val="007073BC"/>
    <w:rsid w:val="00707A76"/>
    <w:rsid w:val="00712911"/>
    <w:rsid w:val="00713BD0"/>
    <w:rsid w:val="00716CDD"/>
    <w:rsid w:val="00720B5A"/>
    <w:rsid w:val="00721A47"/>
    <w:rsid w:val="00727C0A"/>
    <w:rsid w:val="00730541"/>
    <w:rsid w:val="007338EF"/>
    <w:rsid w:val="00733D66"/>
    <w:rsid w:val="00735DF4"/>
    <w:rsid w:val="0073690E"/>
    <w:rsid w:val="00736E3F"/>
    <w:rsid w:val="00737750"/>
    <w:rsid w:val="00740989"/>
    <w:rsid w:val="007412D6"/>
    <w:rsid w:val="007426F3"/>
    <w:rsid w:val="0074270D"/>
    <w:rsid w:val="007427C4"/>
    <w:rsid w:val="00743228"/>
    <w:rsid w:val="00745811"/>
    <w:rsid w:val="00747199"/>
    <w:rsid w:val="007504C3"/>
    <w:rsid w:val="00750AC7"/>
    <w:rsid w:val="00750EE6"/>
    <w:rsid w:val="00751019"/>
    <w:rsid w:val="00753E93"/>
    <w:rsid w:val="0075448F"/>
    <w:rsid w:val="0075510D"/>
    <w:rsid w:val="007568C6"/>
    <w:rsid w:val="00756A32"/>
    <w:rsid w:val="00757C9F"/>
    <w:rsid w:val="0076165E"/>
    <w:rsid w:val="00762810"/>
    <w:rsid w:val="007631B3"/>
    <w:rsid w:val="00770DD4"/>
    <w:rsid w:val="00771140"/>
    <w:rsid w:val="007717B6"/>
    <w:rsid w:val="00771811"/>
    <w:rsid w:val="00771896"/>
    <w:rsid w:val="00776401"/>
    <w:rsid w:val="00776AF7"/>
    <w:rsid w:val="0078039E"/>
    <w:rsid w:val="007825AE"/>
    <w:rsid w:val="00782A70"/>
    <w:rsid w:val="0078326F"/>
    <w:rsid w:val="00785526"/>
    <w:rsid w:val="00787165"/>
    <w:rsid w:val="00787B5F"/>
    <w:rsid w:val="00790FBD"/>
    <w:rsid w:val="00791063"/>
    <w:rsid w:val="00791628"/>
    <w:rsid w:val="00791D4B"/>
    <w:rsid w:val="007933B2"/>
    <w:rsid w:val="00793F53"/>
    <w:rsid w:val="007941AA"/>
    <w:rsid w:val="007945FF"/>
    <w:rsid w:val="0079775F"/>
    <w:rsid w:val="00797B6C"/>
    <w:rsid w:val="007A03A2"/>
    <w:rsid w:val="007A2052"/>
    <w:rsid w:val="007A2163"/>
    <w:rsid w:val="007A231B"/>
    <w:rsid w:val="007A277C"/>
    <w:rsid w:val="007A39DE"/>
    <w:rsid w:val="007A6E06"/>
    <w:rsid w:val="007B02B8"/>
    <w:rsid w:val="007B1766"/>
    <w:rsid w:val="007B4C8C"/>
    <w:rsid w:val="007B515F"/>
    <w:rsid w:val="007B563B"/>
    <w:rsid w:val="007B598C"/>
    <w:rsid w:val="007C085C"/>
    <w:rsid w:val="007C1D6A"/>
    <w:rsid w:val="007C344D"/>
    <w:rsid w:val="007C3C47"/>
    <w:rsid w:val="007C534C"/>
    <w:rsid w:val="007C55BE"/>
    <w:rsid w:val="007C5752"/>
    <w:rsid w:val="007C5E14"/>
    <w:rsid w:val="007D0175"/>
    <w:rsid w:val="007D07EA"/>
    <w:rsid w:val="007D1F81"/>
    <w:rsid w:val="007D1FA6"/>
    <w:rsid w:val="007D2876"/>
    <w:rsid w:val="007D2F1A"/>
    <w:rsid w:val="007D4BCB"/>
    <w:rsid w:val="007D5220"/>
    <w:rsid w:val="007D5C86"/>
    <w:rsid w:val="007D6B58"/>
    <w:rsid w:val="007D71B3"/>
    <w:rsid w:val="007E0D96"/>
    <w:rsid w:val="007E1DEC"/>
    <w:rsid w:val="007E2679"/>
    <w:rsid w:val="007E29BD"/>
    <w:rsid w:val="007E3DE6"/>
    <w:rsid w:val="007E4B17"/>
    <w:rsid w:val="007E5AC3"/>
    <w:rsid w:val="007E6529"/>
    <w:rsid w:val="007E7DC8"/>
    <w:rsid w:val="007F03F5"/>
    <w:rsid w:val="007F0CBD"/>
    <w:rsid w:val="007F3642"/>
    <w:rsid w:val="007F37D1"/>
    <w:rsid w:val="007F4E94"/>
    <w:rsid w:val="007F55F4"/>
    <w:rsid w:val="007F7A07"/>
    <w:rsid w:val="007F7B4C"/>
    <w:rsid w:val="008000D4"/>
    <w:rsid w:val="0080230F"/>
    <w:rsid w:val="008028E6"/>
    <w:rsid w:val="00802900"/>
    <w:rsid w:val="00806313"/>
    <w:rsid w:val="00806760"/>
    <w:rsid w:val="0080717B"/>
    <w:rsid w:val="0080770F"/>
    <w:rsid w:val="00807E1E"/>
    <w:rsid w:val="00810A4C"/>
    <w:rsid w:val="0081216C"/>
    <w:rsid w:val="008141E0"/>
    <w:rsid w:val="008150AA"/>
    <w:rsid w:val="0081562A"/>
    <w:rsid w:val="008159B1"/>
    <w:rsid w:val="008164A4"/>
    <w:rsid w:val="00816B70"/>
    <w:rsid w:val="008225D8"/>
    <w:rsid w:val="00823B5E"/>
    <w:rsid w:val="008251F7"/>
    <w:rsid w:val="008255E4"/>
    <w:rsid w:val="00825AFF"/>
    <w:rsid w:val="0082660F"/>
    <w:rsid w:val="0082673F"/>
    <w:rsid w:val="00826A47"/>
    <w:rsid w:val="00827420"/>
    <w:rsid w:val="00827BB2"/>
    <w:rsid w:val="00830101"/>
    <w:rsid w:val="00832298"/>
    <w:rsid w:val="008335C3"/>
    <w:rsid w:val="00833C2A"/>
    <w:rsid w:val="008346D3"/>
    <w:rsid w:val="0083754B"/>
    <w:rsid w:val="00840009"/>
    <w:rsid w:val="00840C1F"/>
    <w:rsid w:val="00841124"/>
    <w:rsid w:val="0084225D"/>
    <w:rsid w:val="00844766"/>
    <w:rsid w:val="0084623D"/>
    <w:rsid w:val="00851A7D"/>
    <w:rsid w:val="0085280A"/>
    <w:rsid w:val="00853EAA"/>
    <w:rsid w:val="008542B2"/>
    <w:rsid w:val="00854D8D"/>
    <w:rsid w:val="00854E60"/>
    <w:rsid w:val="00854F2F"/>
    <w:rsid w:val="00856398"/>
    <w:rsid w:val="00856973"/>
    <w:rsid w:val="0085761F"/>
    <w:rsid w:val="00857DB0"/>
    <w:rsid w:val="00861DE9"/>
    <w:rsid w:val="00863681"/>
    <w:rsid w:val="00864905"/>
    <w:rsid w:val="008656C1"/>
    <w:rsid w:val="008664D4"/>
    <w:rsid w:val="008670BB"/>
    <w:rsid w:val="008677AD"/>
    <w:rsid w:val="008706DB"/>
    <w:rsid w:val="00871F9E"/>
    <w:rsid w:val="0087216F"/>
    <w:rsid w:val="008724A0"/>
    <w:rsid w:val="00872DAF"/>
    <w:rsid w:val="00874191"/>
    <w:rsid w:val="00874401"/>
    <w:rsid w:val="00874C25"/>
    <w:rsid w:val="00874D8C"/>
    <w:rsid w:val="008758F8"/>
    <w:rsid w:val="00876C60"/>
    <w:rsid w:val="00876D66"/>
    <w:rsid w:val="00880966"/>
    <w:rsid w:val="008811EE"/>
    <w:rsid w:val="008820F7"/>
    <w:rsid w:val="00882580"/>
    <w:rsid w:val="00884A21"/>
    <w:rsid w:val="00885ADC"/>
    <w:rsid w:val="00886BA0"/>
    <w:rsid w:val="008903BD"/>
    <w:rsid w:val="00891596"/>
    <w:rsid w:val="00891C27"/>
    <w:rsid w:val="008940C9"/>
    <w:rsid w:val="008949F3"/>
    <w:rsid w:val="00896AF3"/>
    <w:rsid w:val="008A1028"/>
    <w:rsid w:val="008A19CC"/>
    <w:rsid w:val="008A1EC0"/>
    <w:rsid w:val="008A2E42"/>
    <w:rsid w:val="008A30D0"/>
    <w:rsid w:val="008A478D"/>
    <w:rsid w:val="008A4A3F"/>
    <w:rsid w:val="008A4D31"/>
    <w:rsid w:val="008A6AF8"/>
    <w:rsid w:val="008A739D"/>
    <w:rsid w:val="008A7B21"/>
    <w:rsid w:val="008B02C7"/>
    <w:rsid w:val="008B1A15"/>
    <w:rsid w:val="008B2DBA"/>
    <w:rsid w:val="008B48BE"/>
    <w:rsid w:val="008B4996"/>
    <w:rsid w:val="008B4F30"/>
    <w:rsid w:val="008B5A05"/>
    <w:rsid w:val="008B6BD3"/>
    <w:rsid w:val="008B7AF3"/>
    <w:rsid w:val="008C0A88"/>
    <w:rsid w:val="008C2BCA"/>
    <w:rsid w:val="008C4784"/>
    <w:rsid w:val="008C52A2"/>
    <w:rsid w:val="008C52A6"/>
    <w:rsid w:val="008C6591"/>
    <w:rsid w:val="008C73BB"/>
    <w:rsid w:val="008D00F7"/>
    <w:rsid w:val="008D1882"/>
    <w:rsid w:val="008D2138"/>
    <w:rsid w:val="008D3305"/>
    <w:rsid w:val="008D429D"/>
    <w:rsid w:val="008D5965"/>
    <w:rsid w:val="008D6320"/>
    <w:rsid w:val="008E0493"/>
    <w:rsid w:val="008E39FE"/>
    <w:rsid w:val="008E3A37"/>
    <w:rsid w:val="008E3D2F"/>
    <w:rsid w:val="008E4B44"/>
    <w:rsid w:val="008E60A6"/>
    <w:rsid w:val="008E6C91"/>
    <w:rsid w:val="008E7C8E"/>
    <w:rsid w:val="008E7F6B"/>
    <w:rsid w:val="008F00C9"/>
    <w:rsid w:val="008F16D4"/>
    <w:rsid w:val="008F1BDF"/>
    <w:rsid w:val="008F31A2"/>
    <w:rsid w:val="008F31DF"/>
    <w:rsid w:val="008F3656"/>
    <w:rsid w:val="008F4EE5"/>
    <w:rsid w:val="008F4F7B"/>
    <w:rsid w:val="008F577D"/>
    <w:rsid w:val="008F69B9"/>
    <w:rsid w:val="008F69CA"/>
    <w:rsid w:val="009011CF"/>
    <w:rsid w:val="009036EF"/>
    <w:rsid w:val="00904D18"/>
    <w:rsid w:val="00910827"/>
    <w:rsid w:val="00913929"/>
    <w:rsid w:val="00914414"/>
    <w:rsid w:val="0091461A"/>
    <w:rsid w:val="00915C4B"/>
    <w:rsid w:val="009161AF"/>
    <w:rsid w:val="00916996"/>
    <w:rsid w:val="00916D7C"/>
    <w:rsid w:val="00920071"/>
    <w:rsid w:val="009200BF"/>
    <w:rsid w:val="0092141D"/>
    <w:rsid w:val="00921BD0"/>
    <w:rsid w:val="00921BFD"/>
    <w:rsid w:val="009251C9"/>
    <w:rsid w:val="00925CD6"/>
    <w:rsid w:val="009261EA"/>
    <w:rsid w:val="0092785B"/>
    <w:rsid w:val="00931A93"/>
    <w:rsid w:val="00932167"/>
    <w:rsid w:val="00932B5F"/>
    <w:rsid w:val="00934B8D"/>
    <w:rsid w:val="009361A5"/>
    <w:rsid w:val="00941DAD"/>
    <w:rsid w:val="009420AB"/>
    <w:rsid w:val="0094251E"/>
    <w:rsid w:val="00942DEF"/>
    <w:rsid w:val="00944E13"/>
    <w:rsid w:val="00945FD5"/>
    <w:rsid w:val="0095076B"/>
    <w:rsid w:val="00951709"/>
    <w:rsid w:val="009522AA"/>
    <w:rsid w:val="00952824"/>
    <w:rsid w:val="00956978"/>
    <w:rsid w:val="0096164E"/>
    <w:rsid w:val="00962D6C"/>
    <w:rsid w:val="00963657"/>
    <w:rsid w:val="00964373"/>
    <w:rsid w:val="00965876"/>
    <w:rsid w:val="00966E7B"/>
    <w:rsid w:val="00967F93"/>
    <w:rsid w:val="009700D1"/>
    <w:rsid w:val="00970C31"/>
    <w:rsid w:val="009711EE"/>
    <w:rsid w:val="00971632"/>
    <w:rsid w:val="00972529"/>
    <w:rsid w:val="00975057"/>
    <w:rsid w:val="009751A3"/>
    <w:rsid w:val="00975F44"/>
    <w:rsid w:val="00977333"/>
    <w:rsid w:val="00980C91"/>
    <w:rsid w:val="009828BA"/>
    <w:rsid w:val="00982B09"/>
    <w:rsid w:val="00982D20"/>
    <w:rsid w:val="0098365E"/>
    <w:rsid w:val="00984283"/>
    <w:rsid w:val="00984A53"/>
    <w:rsid w:val="00985AC8"/>
    <w:rsid w:val="00987702"/>
    <w:rsid w:val="00991481"/>
    <w:rsid w:val="009915E0"/>
    <w:rsid w:val="009921C5"/>
    <w:rsid w:val="00995C86"/>
    <w:rsid w:val="0099622F"/>
    <w:rsid w:val="00996385"/>
    <w:rsid w:val="00996C8F"/>
    <w:rsid w:val="00996D53"/>
    <w:rsid w:val="009974F0"/>
    <w:rsid w:val="00997E20"/>
    <w:rsid w:val="009A23F4"/>
    <w:rsid w:val="009A37C6"/>
    <w:rsid w:val="009A45FE"/>
    <w:rsid w:val="009A4DFD"/>
    <w:rsid w:val="009A52A6"/>
    <w:rsid w:val="009A5B02"/>
    <w:rsid w:val="009A6679"/>
    <w:rsid w:val="009B00FD"/>
    <w:rsid w:val="009B0A5C"/>
    <w:rsid w:val="009B0A70"/>
    <w:rsid w:val="009B0FC3"/>
    <w:rsid w:val="009B120A"/>
    <w:rsid w:val="009C04D3"/>
    <w:rsid w:val="009C0775"/>
    <w:rsid w:val="009C090D"/>
    <w:rsid w:val="009C1683"/>
    <w:rsid w:val="009C1F7F"/>
    <w:rsid w:val="009C3133"/>
    <w:rsid w:val="009C318E"/>
    <w:rsid w:val="009C3897"/>
    <w:rsid w:val="009C4982"/>
    <w:rsid w:val="009C5381"/>
    <w:rsid w:val="009D18C3"/>
    <w:rsid w:val="009D21E9"/>
    <w:rsid w:val="009D2C27"/>
    <w:rsid w:val="009D3A8C"/>
    <w:rsid w:val="009D3F3E"/>
    <w:rsid w:val="009D56A8"/>
    <w:rsid w:val="009E06A7"/>
    <w:rsid w:val="009E0FFE"/>
    <w:rsid w:val="009E183C"/>
    <w:rsid w:val="009E240E"/>
    <w:rsid w:val="009E25CC"/>
    <w:rsid w:val="009E5D43"/>
    <w:rsid w:val="009E6AE1"/>
    <w:rsid w:val="009E7C1C"/>
    <w:rsid w:val="009F147E"/>
    <w:rsid w:val="009F301D"/>
    <w:rsid w:val="009F4A6E"/>
    <w:rsid w:val="009F4AE7"/>
    <w:rsid w:val="009F6F32"/>
    <w:rsid w:val="009F71F5"/>
    <w:rsid w:val="009F77E5"/>
    <w:rsid w:val="00A00AFA"/>
    <w:rsid w:val="00A05D2E"/>
    <w:rsid w:val="00A063D2"/>
    <w:rsid w:val="00A1008E"/>
    <w:rsid w:val="00A102BD"/>
    <w:rsid w:val="00A11EE8"/>
    <w:rsid w:val="00A1263B"/>
    <w:rsid w:val="00A12B4F"/>
    <w:rsid w:val="00A130BB"/>
    <w:rsid w:val="00A13105"/>
    <w:rsid w:val="00A13443"/>
    <w:rsid w:val="00A1459F"/>
    <w:rsid w:val="00A14C38"/>
    <w:rsid w:val="00A150E6"/>
    <w:rsid w:val="00A1594D"/>
    <w:rsid w:val="00A16794"/>
    <w:rsid w:val="00A16C93"/>
    <w:rsid w:val="00A173ED"/>
    <w:rsid w:val="00A218F8"/>
    <w:rsid w:val="00A23C7D"/>
    <w:rsid w:val="00A30388"/>
    <w:rsid w:val="00A32B8E"/>
    <w:rsid w:val="00A33843"/>
    <w:rsid w:val="00A33BFC"/>
    <w:rsid w:val="00A348FD"/>
    <w:rsid w:val="00A3746F"/>
    <w:rsid w:val="00A40DA6"/>
    <w:rsid w:val="00A414BB"/>
    <w:rsid w:val="00A420DA"/>
    <w:rsid w:val="00A4583A"/>
    <w:rsid w:val="00A46C71"/>
    <w:rsid w:val="00A47EE5"/>
    <w:rsid w:val="00A5051F"/>
    <w:rsid w:val="00A535EE"/>
    <w:rsid w:val="00A55B79"/>
    <w:rsid w:val="00A5766A"/>
    <w:rsid w:val="00A61521"/>
    <w:rsid w:val="00A6171D"/>
    <w:rsid w:val="00A61CA2"/>
    <w:rsid w:val="00A63F0B"/>
    <w:rsid w:val="00A65CB8"/>
    <w:rsid w:val="00A718AA"/>
    <w:rsid w:val="00A71B58"/>
    <w:rsid w:val="00A73A02"/>
    <w:rsid w:val="00A73E49"/>
    <w:rsid w:val="00A769E2"/>
    <w:rsid w:val="00A77340"/>
    <w:rsid w:val="00A77A26"/>
    <w:rsid w:val="00A813EE"/>
    <w:rsid w:val="00A81BAA"/>
    <w:rsid w:val="00A82CBD"/>
    <w:rsid w:val="00A870B5"/>
    <w:rsid w:val="00A87B1D"/>
    <w:rsid w:val="00A90119"/>
    <w:rsid w:val="00A91C23"/>
    <w:rsid w:val="00A9223A"/>
    <w:rsid w:val="00A93844"/>
    <w:rsid w:val="00A94A3F"/>
    <w:rsid w:val="00A96859"/>
    <w:rsid w:val="00A96E55"/>
    <w:rsid w:val="00A9736F"/>
    <w:rsid w:val="00AA0279"/>
    <w:rsid w:val="00AA0610"/>
    <w:rsid w:val="00AA09F9"/>
    <w:rsid w:val="00AA0EF8"/>
    <w:rsid w:val="00AA0F4A"/>
    <w:rsid w:val="00AA1C89"/>
    <w:rsid w:val="00AA326E"/>
    <w:rsid w:val="00AA4214"/>
    <w:rsid w:val="00AA4B29"/>
    <w:rsid w:val="00AA7417"/>
    <w:rsid w:val="00AB2770"/>
    <w:rsid w:val="00AB2821"/>
    <w:rsid w:val="00AB2F34"/>
    <w:rsid w:val="00AB39CF"/>
    <w:rsid w:val="00AB66C8"/>
    <w:rsid w:val="00AB6F68"/>
    <w:rsid w:val="00AB76A6"/>
    <w:rsid w:val="00AB7FD0"/>
    <w:rsid w:val="00AC093C"/>
    <w:rsid w:val="00AC0C8D"/>
    <w:rsid w:val="00AC1EA6"/>
    <w:rsid w:val="00AC3C80"/>
    <w:rsid w:val="00AC567E"/>
    <w:rsid w:val="00AC5BE3"/>
    <w:rsid w:val="00AC680E"/>
    <w:rsid w:val="00AC7168"/>
    <w:rsid w:val="00AC751B"/>
    <w:rsid w:val="00AC7FCE"/>
    <w:rsid w:val="00AD01B4"/>
    <w:rsid w:val="00AD105A"/>
    <w:rsid w:val="00AD30A7"/>
    <w:rsid w:val="00AD41D3"/>
    <w:rsid w:val="00AD4C36"/>
    <w:rsid w:val="00AD5636"/>
    <w:rsid w:val="00AD7860"/>
    <w:rsid w:val="00AE0256"/>
    <w:rsid w:val="00AE0289"/>
    <w:rsid w:val="00AE1179"/>
    <w:rsid w:val="00AE4D45"/>
    <w:rsid w:val="00AE51C7"/>
    <w:rsid w:val="00AE5D8C"/>
    <w:rsid w:val="00AE629F"/>
    <w:rsid w:val="00AF0140"/>
    <w:rsid w:val="00AF0D96"/>
    <w:rsid w:val="00AF1170"/>
    <w:rsid w:val="00AF13D7"/>
    <w:rsid w:val="00AF1ECC"/>
    <w:rsid w:val="00AF3267"/>
    <w:rsid w:val="00B00E16"/>
    <w:rsid w:val="00B00F61"/>
    <w:rsid w:val="00B022CF"/>
    <w:rsid w:val="00B02808"/>
    <w:rsid w:val="00B0320A"/>
    <w:rsid w:val="00B04A7E"/>
    <w:rsid w:val="00B0677C"/>
    <w:rsid w:val="00B07EA2"/>
    <w:rsid w:val="00B10BC3"/>
    <w:rsid w:val="00B10C52"/>
    <w:rsid w:val="00B11496"/>
    <w:rsid w:val="00B14BC2"/>
    <w:rsid w:val="00B151FE"/>
    <w:rsid w:val="00B1546E"/>
    <w:rsid w:val="00B16081"/>
    <w:rsid w:val="00B20B99"/>
    <w:rsid w:val="00B21BE6"/>
    <w:rsid w:val="00B22017"/>
    <w:rsid w:val="00B220E0"/>
    <w:rsid w:val="00B2297B"/>
    <w:rsid w:val="00B2307D"/>
    <w:rsid w:val="00B232B7"/>
    <w:rsid w:val="00B24C50"/>
    <w:rsid w:val="00B25202"/>
    <w:rsid w:val="00B252AB"/>
    <w:rsid w:val="00B25376"/>
    <w:rsid w:val="00B2556C"/>
    <w:rsid w:val="00B25B42"/>
    <w:rsid w:val="00B26098"/>
    <w:rsid w:val="00B26E5A"/>
    <w:rsid w:val="00B27BE4"/>
    <w:rsid w:val="00B31369"/>
    <w:rsid w:val="00B31770"/>
    <w:rsid w:val="00B325EC"/>
    <w:rsid w:val="00B32822"/>
    <w:rsid w:val="00B34049"/>
    <w:rsid w:val="00B37B8C"/>
    <w:rsid w:val="00B4038E"/>
    <w:rsid w:val="00B43AB3"/>
    <w:rsid w:val="00B45891"/>
    <w:rsid w:val="00B47496"/>
    <w:rsid w:val="00B47A37"/>
    <w:rsid w:val="00B51029"/>
    <w:rsid w:val="00B51213"/>
    <w:rsid w:val="00B517C7"/>
    <w:rsid w:val="00B52A92"/>
    <w:rsid w:val="00B52B0A"/>
    <w:rsid w:val="00B52D4D"/>
    <w:rsid w:val="00B531A5"/>
    <w:rsid w:val="00B539A5"/>
    <w:rsid w:val="00B5440A"/>
    <w:rsid w:val="00B56C04"/>
    <w:rsid w:val="00B63FAF"/>
    <w:rsid w:val="00B645FF"/>
    <w:rsid w:val="00B646F7"/>
    <w:rsid w:val="00B65704"/>
    <w:rsid w:val="00B65DF3"/>
    <w:rsid w:val="00B65E50"/>
    <w:rsid w:val="00B67210"/>
    <w:rsid w:val="00B700C2"/>
    <w:rsid w:val="00B70808"/>
    <w:rsid w:val="00B72358"/>
    <w:rsid w:val="00B73DC8"/>
    <w:rsid w:val="00B74388"/>
    <w:rsid w:val="00B75010"/>
    <w:rsid w:val="00B75142"/>
    <w:rsid w:val="00B8146D"/>
    <w:rsid w:val="00B818CF"/>
    <w:rsid w:val="00B822E4"/>
    <w:rsid w:val="00B82FBC"/>
    <w:rsid w:val="00B82FE9"/>
    <w:rsid w:val="00B839B0"/>
    <w:rsid w:val="00B83F6D"/>
    <w:rsid w:val="00B84585"/>
    <w:rsid w:val="00B85EA0"/>
    <w:rsid w:val="00B86B17"/>
    <w:rsid w:val="00B86DA5"/>
    <w:rsid w:val="00B877DC"/>
    <w:rsid w:val="00B93C10"/>
    <w:rsid w:val="00B943CB"/>
    <w:rsid w:val="00B94939"/>
    <w:rsid w:val="00B9494B"/>
    <w:rsid w:val="00B96887"/>
    <w:rsid w:val="00B9796A"/>
    <w:rsid w:val="00B97DE3"/>
    <w:rsid w:val="00BA06AD"/>
    <w:rsid w:val="00BA18F0"/>
    <w:rsid w:val="00BA22CC"/>
    <w:rsid w:val="00BB0527"/>
    <w:rsid w:val="00BB24E5"/>
    <w:rsid w:val="00BB43E2"/>
    <w:rsid w:val="00BB5FED"/>
    <w:rsid w:val="00BB6072"/>
    <w:rsid w:val="00BC0633"/>
    <w:rsid w:val="00BC1793"/>
    <w:rsid w:val="00BC39EC"/>
    <w:rsid w:val="00BC4472"/>
    <w:rsid w:val="00BC54D1"/>
    <w:rsid w:val="00BC5977"/>
    <w:rsid w:val="00BC6239"/>
    <w:rsid w:val="00BC6682"/>
    <w:rsid w:val="00BC6DF3"/>
    <w:rsid w:val="00BC7E0A"/>
    <w:rsid w:val="00BD0BA3"/>
    <w:rsid w:val="00BD11C8"/>
    <w:rsid w:val="00BD1849"/>
    <w:rsid w:val="00BD2AAD"/>
    <w:rsid w:val="00BD2CE4"/>
    <w:rsid w:val="00BD2D09"/>
    <w:rsid w:val="00BD2FA1"/>
    <w:rsid w:val="00BD3BAD"/>
    <w:rsid w:val="00BD4C76"/>
    <w:rsid w:val="00BD5454"/>
    <w:rsid w:val="00BD6A77"/>
    <w:rsid w:val="00BD6E6A"/>
    <w:rsid w:val="00BE050E"/>
    <w:rsid w:val="00BE0BF5"/>
    <w:rsid w:val="00BE1ADF"/>
    <w:rsid w:val="00BE409A"/>
    <w:rsid w:val="00BE4447"/>
    <w:rsid w:val="00BE4E2D"/>
    <w:rsid w:val="00BE73A3"/>
    <w:rsid w:val="00BE747C"/>
    <w:rsid w:val="00BE7591"/>
    <w:rsid w:val="00BE7968"/>
    <w:rsid w:val="00BF02CD"/>
    <w:rsid w:val="00BF0651"/>
    <w:rsid w:val="00BF0D89"/>
    <w:rsid w:val="00BF4048"/>
    <w:rsid w:val="00BF503D"/>
    <w:rsid w:val="00BF50FB"/>
    <w:rsid w:val="00BF5795"/>
    <w:rsid w:val="00BF58A9"/>
    <w:rsid w:val="00BF5986"/>
    <w:rsid w:val="00BF59AB"/>
    <w:rsid w:val="00BF5C75"/>
    <w:rsid w:val="00BF6CCF"/>
    <w:rsid w:val="00BF6F3B"/>
    <w:rsid w:val="00BF7027"/>
    <w:rsid w:val="00BF7586"/>
    <w:rsid w:val="00C0164A"/>
    <w:rsid w:val="00C02FEB"/>
    <w:rsid w:val="00C03C9F"/>
    <w:rsid w:val="00C05A00"/>
    <w:rsid w:val="00C060C6"/>
    <w:rsid w:val="00C06C39"/>
    <w:rsid w:val="00C06D16"/>
    <w:rsid w:val="00C06F93"/>
    <w:rsid w:val="00C07A00"/>
    <w:rsid w:val="00C107AA"/>
    <w:rsid w:val="00C111BD"/>
    <w:rsid w:val="00C11B65"/>
    <w:rsid w:val="00C12567"/>
    <w:rsid w:val="00C1386E"/>
    <w:rsid w:val="00C13C50"/>
    <w:rsid w:val="00C15178"/>
    <w:rsid w:val="00C16881"/>
    <w:rsid w:val="00C17045"/>
    <w:rsid w:val="00C2048F"/>
    <w:rsid w:val="00C20542"/>
    <w:rsid w:val="00C2156B"/>
    <w:rsid w:val="00C21ADC"/>
    <w:rsid w:val="00C221CD"/>
    <w:rsid w:val="00C2358F"/>
    <w:rsid w:val="00C23C3C"/>
    <w:rsid w:val="00C23D48"/>
    <w:rsid w:val="00C256AD"/>
    <w:rsid w:val="00C260AE"/>
    <w:rsid w:val="00C26C95"/>
    <w:rsid w:val="00C27317"/>
    <w:rsid w:val="00C33332"/>
    <w:rsid w:val="00C336BD"/>
    <w:rsid w:val="00C346C4"/>
    <w:rsid w:val="00C34BBD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3527"/>
    <w:rsid w:val="00C44A96"/>
    <w:rsid w:val="00C45D5F"/>
    <w:rsid w:val="00C46A44"/>
    <w:rsid w:val="00C51E52"/>
    <w:rsid w:val="00C539B0"/>
    <w:rsid w:val="00C544F0"/>
    <w:rsid w:val="00C55063"/>
    <w:rsid w:val="00C55269"/>
    <w:rsid w:val="00C57487"/>
    <w:rsid w:val="00C60833"/>
    <w:rsid w:val="00C628BF"/>
    <w:rsid w:val="00C63260"/>
    <w:rsid w:val="00C6566C"/>
    <w:rsid w:val="00C66C1A"/>
    <w:rsid w:val="00C66DB0"/>
    <w:rsid w:val="00C67D75"/>
    <w:rsid w:val="00C702B1"/>
    <w:rsid w:val="00C70868"/>
    <w:rsid w:val="00C71940"/>
    <w:rsid w:val="00C75300"/>
    <w:rsid w:val="00C77600"/>
    <w:rsid w:val="00C776E4"/>
    <w:rsid w:val="00C80B70"/>
    <w:rsid w:val="00C83067"/>
    <w:rsid w:val="00C830D8"/>
    <w:rsid w:val="00C848E8"/>
    <w:rsid w:val="00C85A13"/>
    <w:rsid w:val="00C85E70"/>
    <w:rsid w:val="00C87807"/>
    <w:rsid w:val="00C878ED"/>
    <w:rsid w:val="00C900CE"/>
    <w:rsid w:val="00C91D84"/>
    <w:rsid w:val="00C92C09"/>
    <w:rsid w:val="00C92EEC"/>
    <w:rsid w:val="00C93E10"/>
    <w:rsid w:val="00C95906"/>
    <w:rsid w:val="00CA0941"/>
    <w:rsid w:val="00CA1241"/>
    <w:rsid w:val="00CA1BA4"/>
    <w:rsid w:val="00CA2170"/>
    <w:rsid w:val="00CA28AF"/>
    <w:rsid w:val="00CA2F05"/>
    <w:rsid w:val="00CA39FC"/>
    <w:rsid w:val="00CA43FF"/>
    <w:rsid w:val="00CA52D7"/>
    <w:rsid w:val="00CA7378"/>
    <w:rsid w:val="00CA7B91"/>
    <w:rsid w:val="00CB11D7"/>
    <w:rsid w:val="00CB1AA7"/>
    <w:rsid w:val="00CB1DF2"/>
    <w:rsid w:val="00CB2CD6"/>
    <w:rsid w:val="00CB6168"/>
    <w:rsid w:val="00CB65D5"/>
    <w:rsid w:val="00CC0792"/>
    <w:rsid w:val="00CC07C1"/>
    <w:rsid w:val="00CC1008"/>
    <w:rsid w:val="00CC1595"/>
    <w:rsid w:val="00CC1D45"/>
    <w:rsid w:val="00CC2159"/>
    <w:rsid w:val="00CC3262"/>
    <w:rsid w:val="00CC4935"/>
    <w:rsid w:val="00CD02AB"/>
    <w:rsid w:val="00CD030D"/>
    <w:rsid w:val="00CD1ECA"/>
    <w:rsid w:val="00CD1FEB"/>
    <w:rsid w:val="00CD25F0"/>
    <w:rsid w:val="00CD3015"/>
    <w:rsid w:val="00CD43F9"/>
    <w:rsid w:val="00CD4A84"/>
    <w:rsid w:val="00CD5CEA"/>
    <w:rsid w:val="00CD7F50"/>
    <w:rsid w:val="00CE0AE0"/>
    <w:rsid w:val="00CE136D"/>
    <w:rsid w:val="00CE1452"/>
    <w:rsid w:val="00CE3784"/>
    <w:rsid w:val="00CE3C24"/>
    <w:rsid w:val="00CE429F"/>
    <w:rsid w:val="00CE71DB"/>
    <w:rsid w:val="00CE7A1A"/>
    <w:rsid w:val="00CF2104"/>
    <w:rsid w:val="00CF21AE"/>
    <w:rsid w:val="00CF3DAC"/>
    <w:rsid w:val="00CF4A84"/>
    <w:rsid w:val="00CF50CD"/>
    <w:rsid w:val="00CF73F3"/>
    <w:rsid w:val="00D00E86"/>
    <w:rsid w:val="00D018A3"/>
    <w:rsid w:val="00D03579"/>
    <w:rsid w:val="00D045DB"/>
    <w:rsid w:val="00D06BF3"/>
    <w:rsid w:val="00D12327"/>
    <w:rsid w:val="00D1281F"/>
    <w:rsid w:val="00D12DE0"/>
    <w:rsid w:val="00D13BF0"/>
    <w:rsid w:val="00D201D0"/>
    <w:rsid w:val="00D2211E"/>
    <w:rsid w:val="00D2219D"/>
    <w:rsid w:val="00D22568"/>
    <w:rsid w:val="00D22909"/>
    <w:rsid w:val="00D23F14"/>
    <w:rsid w:val="00D23FD2"/>
    <w:rsid w:val="00D25110"/>
    <w:rsid w:val="00D25611"/>
    <w:rsid w:val="00D262F7"/>
    <w:rsid w:val="00D2719E"/>
    <w:rsid w:val="00D27A85"/>
    <w:rsid w:val="00D31D2C"/>
    <w:rsid w:val="00D31FF0"/>
    <w:rsid w:val="00D3209C"/>
    <w:rsid w:val="00D323FE"/>
    <w:rsid w:val="00D335EA"/>
    <w:rsid w:val="00D34459"/>
    <w:rsid w:val="00D3591A"/>
    <w:rsid w:val="00D3753E"/>
    <w:rsid w:val="00D4038F"/>
    <w:rsid w:val="00D40C4F"/>
    <w:rsid w:val="00D40E7E"/>
    <w:rsid w:val="00D40FD1"/>
    <w:rsid w:val="00D418AA"/>
    <w:rsid w:val="00D42DF9"/>
    <w:rsid w:val="00D43379"/>
    <w:rsid w:val="00D4499E"/>
    <w:rsid w:val="00D45E92"/>
    <w:rsid w:val="00D46D67"/>
    <w:rsid w:val="00D4769E"/>
    <w:rsid w:val="00D5041F"/>
    <w:rsid w:val="00D52C12"/>
    <w:rsid w:val="00D53229"/>
    <w:rsid w:val="00D5762E"/>
    <w:rsid w:val="00D602CF"/>
    <w:rsid w:val="00D60314"/>
    <w:rsid w:val="00D60635"/>
    <w:rsid w:val="00D60935"/>
    <w:rsid w:val="00D6147C"/>
    <w:rsid w:val="00D63817"/>
    <w:rsid w:val="00D63FCE"/>
    <w:rsid w:val="00D64C3D"/>
    <w:rsid w:val="00D64C7C"/>
    <w:rsid w:val="00D65EDE"/>
    <w:rsid w:val="00D67432"/>
    <w:rsid w:val="00D70586"/>
    <w:rsid w:val="00D743F9"/>
    <w:rsid w:val="00D760E8"/>
    <w:rsid w:val="00D76307"/>
    <w:rsid w:val="00D81F98"/>
    <w:rsid w:val="00D824ED"/>
    <w:rsid w:val="00D84146"/>
    <w:rsid w:val="00D84178"/>
    <w:rsid w:val="00D847AD"/>
    <w:rsid w:val="00D861B6"/>
    <w:rsid w:val="00D86E00"/>
    <w:rsid w:val="00D901EF"/>
    <w:rsid w:val="00D9073E"/>
    <w:rsid w:val="00D91275"/>
    <w:rsid w:val="00D91AF2"/>
    <w:rsid w:val="00D91FAA"/>
    <w:rsid w:val="00D9232E"/>
    <w:rsid w:val="00D92393"/>
    <w:rsid w:val="00D928EE"/>
    <w:rsid w:val="00D9404E"/>
    <w:rsid w:val="00D940C8"/>
    <w:rsid w:val="00D94B3B"/>
    <w:rsid w:val="00D954A7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1D89"/>
    <w:rsid w:val="00DA3741"/>
    <w:rsid w:val="00DA3D4F"/>
    <w:rsid w:val="00DA487B"/>
    <w:rsid w:val="00DA4994"/>
    <w:rsid w:val="00DA5B75"/>
    <w:rsid w:val="00DA7B5C"/>
    <w:rsid w:val="00DB0257"/>
    <w:rsid w:val="00DB09DE"/>
    <w:rsid w:val="00DB0B90"/>
    <w:rsid w:val="00DB0D77"/>
    <w:rsid w:val="00DB0EF7"/>
    <w:rsid w:val="00DB2776"/>
    <w:rsid w:val="00DB282B"/>
    <w:rsid w:val="00DB4F7E"/>
    <w:rsid w:val="00DB7CE5"/>
    <w:rsid w:val="00DC0244"/>
    <w:rsid w:val="00DC16C3"/>
    <w:rsid w:val="00DC2206"/>
    <w:rsid w:val="00DC3768"/>
    <w:rsid w:val="00DC4983"/>
    <w:rsid w:val="00DC5CB6"/>
    <w:rsid w:val="00DC6701"/>
    <w:rsid w:val="00DC74A5"/>
    <w:rsid w:val="00DD00AF"/>
    <w:rsid w:val="00DD0211"/>
    <w:rsid w:val="00DD024C"/>
    <w:rsid w:val="00DD0F54"/>
    <w:rsid w:val="00DD4412"/>
    <w:rsid w:val="00DD4A62"/>
    <w:rsid w:val="00DD4E4E"/>
    <w:rsid w:val="00DD662D"/>
    <w:rsid w:val="00DD7AA0"/>
    <w:rsid w:val="00DD7C3D"/>
    <w:rsid w:val="00DE0389"/>
    <w:rsid w:val="00DE22BA"/>
    <w:rsid w:val="00DE5200"/>
    <w:rsid w:val="00DE6F49"/>
    <w:rsid w:val="00DE7567"/>
    <w:rsid w:val="00DE75E5"/>
    <w:rsid w:val="00DF2150"/>
    <w:rsid w:val="00DF362B"/>
    <w:rsid w:val="00DF396B"/>
    <w:rsid w:val="00DF54CB"/>
    <w:rsid w:val="00DF63A2"/>
    <w:rsid w:val="00DF6474"/>
    <w:rsid w:val="00DF6624"/>
    <w:rsid w:val="00E01368"/>
    <w:rsid w:val="00E01EB7"/>
    <w:rsid w:val="00E04265"/>
    <w:rsid w:val="00E05965"/>
    <w:rsid w:val="00E0699F"/>
    <w:rsid w:val="00E07BD8"/>
    <w:rsid w:val="00E10EAE"/>
    <w:rsid w:val="00E155B9"/>
    <w:rsid w:val="00E15B4D"/>
    <w:rsid w:val="00E169B3"/>
    <w:rsid w:val="00E179F1"/>
    <w:rsid w:val="00E2020D"/>
    <w:rsid w:val="00E2070C"/>
    <w:rsid w:val="00E220EE"/>
    <w:rsid w:val="00E22725"/>
    <w:rsid w:val="00E23030"/>
    <w:rsid w:val="00E232A9"/>
    <w:rsid w:val="00E2434F"/>
    <w:rsid w:val="00E244F1"/>
    <w:rsid w:val="00E26384"/>
    <w:rsid w:val="00E2656E"/>
    <w:rsid w:val="00E27D54"/>
    <w:rsid w:val="00E27EBF"/>
    <w:rsid w:val="00E3223B"/>
    <w:rsid w:val="00E3439B"/>
    <w:rsid w:val="00E356AC"/>
    <w:rsid w:val="00E35F99"/>
    <w:rsid w:val="00E36B62"/>
    <w:rsid w:val="00E373DD"/>
    <w:rsid w:val="00E37606"/>
    <w:rsid w:val="00E37950"/>
    <w:rsid w:val="00E40D18"/>
    <w:rsid w:val="00E437F7"/>
    <w:rsid w:val="00E450E6"/>
    <w:rsid w:val="00E4514F"/>
    <w:rsid w:val="00E45219"/>
    <w:rsid w:val="00E458CB"/>
    <w:rsid w:val="00E458FB"/>
    <w:rsid w:val="00E45E1B"/>
    <w:rsid w:val="00E473F3"/>
    <w:rsid w:val="00E479C9"/>
    <w:rsid w:val="00E516B9"/>
    <w:rsid w:val="00E5188E"/>
    <w:rsid w:val="00E52DF1"/>
    <w:rsid w:val="00E53282"/>
    <w:rsid w:val="00E5616C"/>
    <w:rsid w:val="00E5671C"/>
    <w:rsid w:val="00E575BD"/>
    <w:rsid w:val="00E60B5B"/>
    <w:rsid w:val="00E60D92"/>
    <w:rsid w:val="00E61A10"/>
    <w:rsid w:val="00E63056"/>
    <w:rsid w:val="00E655B2"/>
    <w:rsid w:val="00E657FF"/>
    <w:rsid w:val="00E65E58"/>
    <w:rsid w:val="00E669FA"/>
    <w:rsid w:val="00E7026B"/>
    <w:rsid w:val="00E705CA"/>
    <w:rsid w:val="00E71839"/>
    <w:rsid w:val="00E71C7D"/>
    <w:rsid w:val="00E71C9D"/>
    <w:rsid w:val="00E733D1"/>
    <w:rsid w:val="00E755F2"/>
    <w:rsid w:val="00E76183"/>
    <w:rsid w:val="00E765BE"/>
    <w:rsid w:val="00E76A39"/>
    <w:rsid w:val="00E76B8B"/>
    <w:rsid w:val="00E777BF"/>
    <w:rsid w:val="00E77954"/>
    <w:rsid w:val="00E812B7"/>
    <w:rsid w:val="00E81394"/>
    <w:rsid w:val="00E819D6"/>
    <w:rsid w:val="00E821DF"/>
    <w:rsid w:val="00E8253D"/>
    <w:rsid w:val="00E84FFD"/>
    <w:rsid w:val="00E8513F"/>
    <w:rsid w:val="00E85BEB"/>
    <w:rsid w:val="00E86173"/>
    <w:rsid w:val="00E86291"/>
    <w:rsid w:val="00E86904"/>
    <w:rsid w:val="00E869A6"/>
    <w:rsid w:val="00E87460"/>
    <w:rsid w:val="00E90072"/>
    <w:rsid w:val="00E906FA"/>
    <w:rsid w:val="00E91D1F"/>
    <w:rsid w:val="00E946D6"/>
    <w:rsid w:val="00E9699A"/>
    <w:rsid w:val="00EA0A74"/>
    <w:rsid w:val="00EA2096"/>
    <w:rsid w:val="00EA26C8"/>
    <w:rsid w:val="00EA323E"/>
    <w:rsid w:val="00EA3C1A"/>
    <w:rsid w:val="00EA3D75"/>
    <w:rsid w:val="00EA41F7"/>
    <w:rsid w:val="00EA4594"/>
    <w:rsid w:val="00EA5192"/>
    <w:rsid w:val="00EA7D84"/>
    <w:rsid w:val="00EB279B"/>
    <w:rsid w:val="00EB3BB8"/>
    <w:rsid w:val="00EB4419"/>
    <w:rsid w:val="00EB487A"/>
    <w:rsid w:val="00EB708E"/>
    <w:rsid w:val="00EC0A67"/>
    <w:rsid w:val="00EC1134"/>
    <w:rsid w:val="00EC2096"/>
    <w:rsid w:val="00EC35D4"/>
    <w:rsid w:val="00EC367A"/>
    <w:rsid w:val="00EC3D73"/>
    <w:rsid w:val="00EC45A1"/>
    <w:rsid w:val="00EC5E14"/>
    <w:rsid w:val="00EC69C5"/>
    <w:rsid w:val="00EC6D5D"/>
    <w:rsid w:val="00EC73CF"/>
    <w:rsid w:val="00EC7935"/>
    <w:rsid w:val="00ED1EAD"/>
    <w:rsid w:val="00ED339B"/>
    <w:rsid w:val="00ED359C"/>
    <w:rsid w:val="00EE08DC"/>
    <w:rsid w:val="00EE0F84"/>
    <w:rsid w:val="00EE192E"/>
    <w:rsid w:val="00EE1E1F"/>
    <w:rsid w:val="00EE3796"/>
    <w:rsid w:val="00EE644A"/>
    <w:rsid w:val="00EE704A"/>
    <w:rsid w:val="00EF04C4"/>
    <w:rsid w:val="00EF205D"/>
    <w:rsid w:val="00EF2610"/>
    <w:rsid w:val="00EF2C17"/>
    <w:rsid w:val="00EF388D"/>
    <w:rsid w:val="00EF69C9"/>
    <w:rsid w:val="00EF7573"/>
    <w:rsid w:val="00F00297"/>
    <w:rsid w:val="00F0047C"/>
    <w:rsid w:val="00F01859"/>
    <w:rsid w:val="00F020E1"/>
    <w:rsid w:val="00F02713"/>
    <w:rsid w:val="00F0339F"/>
    <w:rsid w:val="00F04A64"/>
    <w:rsid w:val="00F05147"/>
    <w:rsid w:val="00F05445"/>
    <w:rsid w:val="00F061C5"/>
    <w:rsid w:val="00F07097"/>
    <w:rsid w:val="00F07281"/>
    <w:rsid w:val="00F07758"/>
    <w:rsid w:val="00F1077D"/>
    <w:rsid w:val="00F11499"/>
    <w:rsid w:val="00F114D0"/>
    <w:rsid w:val="00F11725"/>
    <w:rsid w:val="00F1408B"/>
    <w:rsid w:val="00F1746F"/>
    <w:rsid w:val="00F17A5D"/>
    <w:rsid w:val="00F2074D"/>
    <w:rsid w:val="00F21046"/>
    <w:rsid w:val="00F2213F"/>
    <w:rsid w:val="00F249A1"/>
    <w:rsid w:val="00F250B3"/>
    <w:rsid w:val="00F2583B"/>
    <w:rsid w:val="00F26C91"/>
    <w:rsid w:val="00F30004"/>
    <w:rsid w:val="00F33481"/>
    <w:rsid w:val="00F34939"/>
    <w:rsid w:val="00F36446"/>
    <w:rsid w:val="00F365AD"/>
    <w:rsid w:val="00F36EE2"/>
    <w:rsid w:val="00F36F5D"/>
    <w:rsid w:val="00F37D1A"/>
    <w:rsid w:val="00F401FE"/>
    <w:rsid w:val="00F40F9A"/>
    <w:rsid w:val="00F41A59"/>
    <w:rsid w:val="00F4323F"/>
    <w:rsid w:val="00F43CA0"/>
    <w:rsid w:val="00F43F86"/>
    <w:rsid w:val="00F4410D"/>
    <w:rsid w:val="00F44935"/>
    <w:rsid w:val="00F45BA7"/>
    <w:rsid w:val="00F45BEB"/>
    <w:rsid w:val="00F46C22"/>
    <w:rsid w:val="00F47EE0"/>
    <w:rsid w:val="00F51320"/>
    <w:rsid w:val="00F514B1"/>
    <w:rsid w:val="00F515F1"/>
    <w:rsid w:val="00F56BD0"/>
    <w:rsid w:val="00F65550"/>
    <w:rsid w:val="00F65651"/>
    <w:rsid w:val="00F65905"/>
    <w:rsid w:val="00F66F8A"/>
    <w:rsid w:val="00F6745F"/>
    <w:rsid w:val="00F6763A"/>
    <w:rsid w:val="00F70C6D"/>
    <w:rsid w:val="00F714DF"/>
    <w:rsid w:val="00F715C3"/>
    <w:rsid w:val="00F72AE6"/>
    <w:rsid w:val="00F73359"/>
    <w:rsid w:val="00F743EA"/>
    <w:rsid w:val="00F75A57"/>
    <w:rsid w:val="00F75D4E"/>
    <w:rsid w:val="00F7757B"/>
    <w:rsid w:val="00F77587"/>
    <w:rsid w:val="00F80181"/>
    <w:rsid w:val="00F80954"/>
    <w:rsid w:val="00F81F37"/>
    <w:rsid w:val="00F83D30"/>
    <w:rsid w:val="00F84AD1"/>
    <w:rsid w:val="00F84C2D"/>
    <w:rsid w:val="00F85091"/>
    <w:rsid w:val="00F85483"/>
    <w:rsid w:val="00F862A8"/>
    <w:rsid w:val="00F8660D"/>
    <w:rsid w:val="00F86848"/>
    <w:rsid w:val="00F879AE"/>
    <w:rsid w:val="00F87B2B"/>
    <w:rsid w:val="00F87FAE"/>
    <w:rsid w:val="00F90631"/>
    <w:rsid w:val="00F921F8"/>
    <w:rsid w:val="00F9320D"/>
    <w:rsid w:val="00F938C2"/>
    <w:rsid w:val="00F97935"/>
    <w:rsid w:val="00FA04FC"/>
    <w:rsid w:val="00FA0577"/>
    <w:rsid w:val="00FA0DFF"/>
    <w:rsid w:val="00FA2DC0"/>
    <w:rsid w:val="00FA6A00"/>
    <w:rsid w:val="00FA7070"/>
    <w:rsid w:val="00FA787A"/>
    <w:rsid w:val="00FA7DAC"/>
    <w:rsid w:val="00FB1744"/>
    <w:rsid w:val="00FB4BAA"/>
    <w:rsid w:val="00FC02D3"/>
    <w:rsid w:val="00FC0457"/>
    <w:rsid w:val="00FC2613"/>
    <w:rsid w:val="00FC337F"/>
    <w:rsid w:val="00FC689B"/>
    <w:rsid w:val="00FD1B18"/>
    <w:rsid w:val="00FD269B"/>
    <w:rsid w:val="00FD43F9"/>
    <w:rsid w:val="00FD4AEE"/>
    <w:rsid w:val="00FD4B84"/>
    <w:rsid w:val="00FD66D9"/>
    <w:rsid w:val="00FD6BC1"/>
    <w:rsid w:val="00FD7553"/>
    <w:rsid w:val="00FD7DC0"/>
    <w:rsid w:val="00FE129C"/>
    <w:rsid w:val="00FE168A"/>
    <w:rsid w:val="00FE2E0F"/>
    <w:rsid w:val="00FE57C3"/>
    <w:rsid w:val="00FE7757"/>
    <w:rsid w:val="00FE7CFC"/>
    <w:rsid w:val="00FF038C"/>
    <w:rsid w:val="00FF0597"/>
    <w:rsid w:val="00FF2820"/>
    <w:rsid w:val="00FF43BD"/>
    <w:rsid w:val="00FF4CF9"/>
    <w:rsid w:val="00FF5347"/>
    <w:rsid w:val="00FF5DCF"/>
    <w:rsid w:val="00FF6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378A"/>
    <w:rPr>
      <w:rFonts w:ascii="Verdana" w:hAnsi="Verdana"/>
      <w:sz w:val="20"/>
      <w:szCs w:val="20"/>
    </w:rPr>
  </w:style>
  <w:style w:type="paragraph" w:styleId="1">
    <w:name w:val="heading 1"/>
    <w:basedOn w:val="a0"/>
    <w:next w:val="a0"/>
    <w:link w:val="10"/>
    <w:uiPriority w:val="99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link w:val="30"/>
    <w:autoRedefine/>
    <w:uiPriority w:val="99"/>
    <w:qFormat/>
    <w:rsid w:val="00F80954"/>
    <w:pPr>
      <w:keepNext/>
      <w:tabs>
        <w:tab w:val="num" w:pos="1875"/>
      </w:tabs>
      <w:spacing w:before="480"/>
      <w:ind w:left="360" w:firstLine="851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locked/>
    <w:rsid w:val="00F80954"/>
    <w:rPr>
      <w:rFonts w:ascii="Verdana" w:hAnsi="Verdana" w:cs="Arial"/>
      <w:b/>
      <w:bCs/>
      <w:sz w:val="20"/>
      <w:szCs w:val="26"/>
    </w:rPr>
  </w:style>
  <w:style w:type="character" w:customStyle="1" w:styleId="40">
    <w:name w:val="Заголовок 4 Знак"/>
    <w:basedOn w:val="a1"/>
    <w:link w:val="4"/>
    <w:uiPriority w:val="99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uiPriority w:val="99"/>
    <w:rsid w:val="00A23C7D"/>
    <w:rPr>
      <w:sz w:val="20"/>
    </w:rPr>
  </w:style>
  <w:style w:type="paragraph" w:customStyle="1" w:styleId="1Ver">
    <w:name w:val="Заг. 1 + Ver"/>
    <w:basedOn w:val="1"/>
    <w:uiPriority w:val="99"/>
    <w:rsid w:val="00A23C7D"/>
    <w:rPr>
      <w:sz w:val="20"/>
    </w:rPr>
  </w:style>
  <w:style w:type="paragraph" w:customStyle="1" w:styleId="1Ver12">
    <w:name w:val="Стиль Заг. 1 + Ver + 12 пт"/>
    <w:basedOn w:val="1Ver"/>
    <w:uiPriority w:val="99"/>
    <w:rsid w:val="00A23C7D"/>
    <w:rPr>
      <w:sz w:val="24"/>
    </w:rPr>
  </w:style>
  <w:style w:type="paragraph" w:customStyle="1" w:styleId="1Ver120">
    <w:name w:val="Заг. 1 + Ver 12 пт"/>
    <w:basedOn w:val="1Ver"/>
    <w:uiPriority w:val="99"/>
    <w:rsid w:val="00A23C7D"/>
    <w:rPr>
      <w:sz w:val="24"/>
    </w:rPr>
  </w:style>
  <w:style w:type="paragraph" w:styleId="11">
    <w:name w:val="toc 1"/>
    <w:basedOn w:val="a0"/>
    <w:next w:val="a0"/>
    <w:autoRedefine/>
    <w:uiPriority w:val="99"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0"/>
    <w:next w:val="a0"/>
    <w:autoRedefine/>
    <w:uiPriority w:val="99"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0"/>
    <w:next w:val="a0"/>
    <w:autoRedefine/>
    <w:uiPriority w:val="99"/>
    <w:semiHidden/>
    <w:rsid w:val="00951709"/>
  </w:style>
  <w:style w:type="paragraph" w:styleId="32">
    <w:name w:val="toc 3"/>
    <w:basedOn w:val="a0"/>
    <w:next w:val="a0"/>
    <w:autoRedefine/>
    <w:uiPriority w:val="99"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4">
    <w:name w:val="Hyperlink"/>
    <w:basedOn w:val="a1"/>
    <w:uiPriority w:val="99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0"/>
    <w:link w:val="34"/>
    <w:uiPriority w:val="99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1"/>
    <w:link w:val="33"/>
    <w:uiPriority w:val="99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5">
    <w:name w:val="Body Text Indent"/>
    <w:basedOn w:val="a0"/>
    <w:link w:val="a6"/>
    <w:uiPriority w:val="99"/>
    <w:rsid w:val="001C6A84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5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7">
    <w:name w:val="header"/>
    <w:basedOn w:val="a0"/>
    <w:link w:val="a8"/>
    <w:uiPriority w:val="99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8">
    <w:name w:val="Верхний колонтитул Знак"/>
    <w:basedOn w:val="a1"/>
    <w:link w:val="a7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9">
    <w:name w:val="Body Text"/>
    <w:basedOn w:val="a0"/>
    <w:link w:val="aa"/>
    <w:uiPriority w:val="9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a">
    <w:name w:val="Основной текст Знак"/>
    <w:basedOn w:val="a1"/>
    <w:link w:val="a9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b">
    <w:name w:val="Приложение"/>
    <w:basedOn w:val="4"/>
    <w:autoRedefine/>
    <w:uiPriority w:val="99"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c">
    <w:name w:val="Table Grid"/>
    <w:basedOn w:val="a2"/>
    <w:uiPriority w:val="99"/>
    <w:rsid w:val="00A93844"/>
    <w:pPr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0"/>
    <w:next w:val="a0"/>
    <w:autoRedefine/>
    <w:uiPriority w:val="99"/>
    <w:rsid w:val="00444D7C"/>
  </w:style>
  <w:style w:type="paragraph" w:styleId="ad">
    <w:name w:val="Title"/>
    <w:basedOn w:val="a0"/>
    <w:link w:val="ae"/>
    <w:uiPriority w:val="99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e">
    <w:name w:val="Название Знак"/>
    <w:basedOn w:val="a1"/>
    <w:link w:val="ad"/>
    <w:uiPriority w:val="99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f">
    <w:name w:val="footer"/>
    <w:basedOn w:val="a0"/>
    <w:link w:val="af0"/>
    <w:uiPriority w:val="99"/>
    <w:rsid w:val="00CF4A8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1">
    <w:name w:val="page number"/>
    <w:basedOn w:val="a1"/>
    <w:uiPriority w:val="99"/>
    <w:rsid w:val="00CF4A84"/>
    <w:rPr>
      <w:rFonts w:cs="Times New Roman"/>
    </w:rPr>
  </w:style>
  <w:style w:type="paragraph" w:styleId="af2">
    <w:name w:val="Document Map"/>
    <w:basedOn w:val="a0"/>
    <w:link w:val="af3"/>
    <w:uiPriority w:val="99"/>
    <w:rsid w:val="002A1714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1"/>
    <w:link w:val="af2"/>
    <w:uiPriority w:val="99"/>
    <w:locked/>
    <w:rsid w:val="002A1714"/>
    <w:rPr>
      <w:rFonts w:ascii="Tahoma" w:hAnsi="Tahoma" w:cs="Tahoma"/>
      <w:sz w:val="16"/>
      <w:szCs w:val="16"/>
    </w:rPr>
  </w:style>
  <w:style w:type="character" w:styleId="af4">
    <w:name w:val="annotation reference"/>
    <w:basedOn w:val="a1"/>
    <w:uiPriority w:val="99"/>
    <w:rsid w:val="00832298"/>
    <w:rPr>
      <w:rFonts w:cs="Times New Roman"/>
      <w:sz w:val="16"/>
      <w:szCs w:val="16"/>
    </w:rPr>
  </w:style>
  <w:style w:type="paragraph" w:styleId="af5">
    <w:name w:val="annotation text"/>
    <w:basedOn w:val="a0"/>
    <w:link w:val="af6"/>
    <w:uiPriority w:val="99"/>
    <w:rsid w:val="00832298"/>
  </w:style>
  <w:style w:type="character" w:customStyle="1" w:styleId="af6">
    <w:name w:val="Текст примечания Знак"/>
    <w:basedOn w:val="a1"/>
    <w:link w:val="af5"/>
    <w:uiPriority w:val="99"/>
    <w:locked/>
    <w:rsid w:val="00832298"/>
    <w:rPr>
      <w:rFonts w:ascii="Verdana" w:hAnsi="Verdana" w:cs="Times New Roman"/>
    </w:rPr>
  </w:style>
  <w:style w:type="paragraph" w:styleId="af7">
    <w:name w:val="annotation subject"/>
    <w:basedOn w:val="af5"/>
    <w:next w:val="af5"/>
    <w:link w:val="af8"/>
    <w:uiPriority w:val="99"/>
    <w:rsid w:val="0083229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locked/>
    <w:rsid w:val="00832298"/>
    <w:rPr>
      <w:b/>
      <w:bCs/>
    </w:rPr>
  </w:style>
  <w:style w:type="paragraph" w:styleId="af9">
    <w:name w:val="Balloon Text"/>
    <w:basedOn w:val="a0"/>
    <w:link w:val="afa"/>
    <w:uiPriority w:val="99"/>
    <w:rsid w:val="00832298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locked/>
    <w:rsid w:val="00832298"/>
    <w:rPr>
      <w:rFonts w:ascii="Tahoma" w:hAnsi="Tahoma" w:cs="Tahoma"/>
      <w:sz w:val="16"/>
      <w:szCs w:val="16"/>
    </w:rPr>
  </w:style>
  <w:style w:type="paragraph" w:styleId="afb">
    <w:name w:val="List Number"/>
    <w:basedOn w:val="a9"/>
    <w:uiPriority w:val="99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0"/>
    <w:uiPriority w:val="99"/>
    <w:rsid w:val="00F2583B"/>
    <w:pPr>
      <w:ind w:left="720"/>
      <w:contextualSpacing/>
    </w:pPr>
  </w:style>
  <w:style w:type="paragraph" w:styleId="afc">
    <w:name w:val="Plain Text"/>
    <w:basedOn w:val="a0"/>
    <w:link w:val="afd"/>
    <w:uiPriority w:val="99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d">
    <w:name w:val="Текст Знак"/>
    <w:basedOn w:val="a1"/>
    <w:link w:val="afc"/>
    <w:uiPriority w:val="99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e">
    <w:name w:val="Подпункт"/>
    <w:basedOn w:val="a0"/>
    <w:uiPriority w:val="99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f">
    <w:name w:val="Подподпункт"/>
    <w:basedOn w:val="afe"/>
    <w:uiPriority w:val="99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0"/>
    <w:next w:val="AODefPara"/>
    <w:uiPriority w:val="99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uiPriority w:val="99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0"/>
    <w:link w:val="23"/>
    <w:uiPriority w:val="99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1"/>
    <w:link w:val="22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uiPriority w:val="99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uiPriority w:val="99"/>
    <w:rsid w:val="0034411F"/>
    <w:pPr>
      <w:numPr>
        <w:numId w:val="15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  <w:sz w:val="20"/>
      <w:szCs w:val="20"/>
    </w:rPr>
  </w:style>
  <w:style w:type="paragraph" w:customStyle="1" w:styleId="aff0">
    <w:name w:val="выступ"/>
    <w:basedOn w:val="a0"/>
    <w:uiPriority w:val="99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1">
    <w:name w:val="Статья"/>
    <w:basedOn w:val="a7"/>
    <w:next w:val="2"/>
    <w:uiPriority w:val="99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0"/>
    <w:link w:val="36"/>
    <w:uiPriority w:val="99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1"/>
    <w:link w:val="35"/>
    <w:uiPriority w:val="99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2">
    <w:name w:val="Block Text"/>
    <w:basedOn w:val="a0"/>
    <w:uiPriority w:val="99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0"/>
    <w:uiPriority w:val="99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0"/>
    <w:uiPriority w:val="99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3">
    <w:name w:val="footnote text"/>
    <w:basedOn w:val="a0"/>
    <w:link w:val="aff4"/>
    <w:uiPriority w:val="99"/>
    <w:semiHidden/>
    <w:rsid w:val="0034411F"/>
    <w:rPr>
      <w:rFonts w:ascii="Times New Roman" w:hAnsi="Times New Roman"/>
    </w:rPr>
  </w:style>
  <w:style w:type="character" w:customStyle="1" w:styleId="aff4">
    <w:name w:val="Текст сноски Знак"/>
    <w:basedOn w:val="a1"/>
    <w:link w:val="aff3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0"/>
    <w:link w:val="25"/>
    <w:uiPriority w:val="99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1"/>
    <w:link w:val="24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0"/>
    <w:uiPriority w:val="99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0"/>
    <w:uiPriority w:val="99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5">
    <w:name w:val="a"/>
    <w:basedOn w:val="211"/>
    <w:uiPriority w:val="99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0"/>
    <w:uiPriority w:val="99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0"/>
    <w:uiPriority w:val="99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uiPriority w:val="99"/>
    <w:rsid w:val="0034411F"/>
    <w:rPr>
      <w:rFonts w:ascii="Arial" w:hAnsi="Arial"/>
      <w:sz w:val="18"/>
      <w:szCs w:val="20"/>
    </w:rPr>
  </w:style>
  <w:style w:type="paragraph" w:customStyle="1" w:styleId="13">
    <w:name w:val="Обычный1"/>
    <w:uiPriority w:val="99"/>
    <w:rsid w:val="0034411F"/>
    <w:pPr>
      <w:widowControl w:val="0"/>
      <w:spacing w:before="120" w:after="120"/>
      <w:ind w:firstLine="567"/>
      <w:jc w:val="both"/>
    </w:pPr>
    <w:rPr>
      <w:sz w:val="24"/>
      <w:szCs w:val="20"/>
    </w:rPr>
  </w:style>
  <w:style w:type="paragraph" w:customStyle="1" w:styleId="aff6">
    <w:name w:val="текст сноски"/>
    <w:basedOn w:val="a0"/>
    <w:uiPriority w:val="99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7">
    <w:name w:val="Пункт"/>
    <w:basedOn w:val="a9"/>
    <w:uiPriority w:val="99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uiPriority w:val="99"/>
    <w:rsid w:val="003441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aaieiaie2">
    <w:name w:val="caaieiaie 2"/>
    <w:basedOn w:val="a0"/>
    <w:next w:val="a0"/>
    <w:uiPriority w:val="99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0"/>
    <w:next w:val="a0"/>
    <w:uiPriority w:val="99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0"/>
    <w:next w:val="a0"/>
    <w:link w:val="AOHead20"/>
    <w:uiPriority w:val="99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1"/>
    <w:link w:val="AOHead2"/>
    <w:uiPriority w:val="99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0"/>
    <w:next w:val="a0"/>
    <w:uiPriority w:val="99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0"/>
    <w:next w:val="a0"/>
    <w:uiPriority w:val="99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0"/>
    <w:next w:val="a0"/>
    <w:uiPriority w:val="99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0"/>
    <w:link w:val="AOAltHead2Char"/>
    <w:uiPriority w:val="99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1"/>
    <w:link w:val="AOAltHead2"/>
    <w:uiPriority w:val="99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0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uiPriority w:val="99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1"/>
    <w:link w:val="AODocTxtL1"/>
    <w:uiPriority w:val="99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uiPriority w:val="99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uiPriority w:val="99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uiPriority w:val="99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uiPriority w:val="99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uiPriority w:val="99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uiPriority w:val="99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uiPriority w:val="99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0"/>
    <w:next w:val="AODocTxtL2"/>
    <w:uiPriority w:val="99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uiPriority w:val="99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1"/>
    <w:link w:val="AOAltHead3"/>
    <w:uiPriority w:val="99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0"/>
    <w:next w:val="AODocTxt"/>
    <w:link w:val="AOBodyTxt0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1"/>
    <w:link w:val="AOBodyTxt"/>
    <w:uiPriority w:val="99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uiPriority w:val="99"/>
    <w:rsid w:val="0034411F"/>
    <w:rPr>
      <w:color w:val="0000FF"/>
      <w:spacing w:val="0"/>
      <w:u w:val="double"/>
    </w:rPr>
  </w:style>
  <w:style w:type="paragraph" w:styleId="6">
    <w:name w:val="toc 6"/>
    <w:basedOn w:val="a0"/>
    <w:next w:val="a0"/>
    <w:uiPriority w:val="99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0"/>
    <w:next w:val="a0"/>
    <w:uiPriority w:val="99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uiPriority w:val="99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0"/>
    <w:uiPriority w:val="99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8">
    <w:name w:val="FollowedHyperlink"/>
    <w:basedOn w:val="a1"/>
    <w:uiPriority w:val="99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uiPriority w:val="99"/>
    <w:rsid w:val="003441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ff9">
    <w:name w:val="Таблица шапка"/>
    <w:basedOn w:val="a0"/>
    <w:uiPriority w:val="99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a">
    <w:name w:val="Таблица текст"/>
    <w:basedOn w:val="a0"/>
    <w:uiPriority w:val="99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b">
    <w:name w:val="footnote reference"/>
    <w:basedOn w:val="a1"/>
    <w:uiPriority w:val="99"/>
    <w:semiHidden/>
    <w:rsid w:val="00E71C9D"/>
    <w:rPr>
      <w:rFonts w:cs="Times New Roman"/>
      <w:vertAlign w:val="superscript"/>
    </w:rPr>
  </w:style>
  <w:style w:type="character" w:customStyle="1" w:styleId="style20">
    <w:name w:val="style20"/>
    <w:basedOn w:val="a1"/>
    <w:uiPriority w:val="99"/>
    <w:rsid w:val="00C06C39"/>
    <w:rPr>
      <w:rFonts w:cs="Times New Roman"/>
    </w:rPr>
  </w:style>
  <w:style w:type="paragraph" w:styleId="affc">
    <w:name w:val="List Paragraph"/>
    <w:basedOn w:val="a0"/>
    <w:uiPriority w:val="34"/>
    <w:qFormat/>
    <w:rsid w:val="00AB66C8"/>
    <w:pPr>
      <w:ind w:left="720"/>
      <w:contextualSpacing/>
    </w:pPr>
  </w:style>
  <w:style w:type="paragraph" w:styleId="a">
    <w:name w:val="List Bullet"/>
    <w:basedOn w:val="a0"/>
    <w:uiPriority w:val="99"/>
    <w:unhideWhenUsed/>
    <w:rsid w:val="0059184B"/>
    <w:pPr>
      <w:numPr>
        <w:numId w:val="25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172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в.2.dot</Template>
  <TotalTime>883</TotalTime>
  <Pages>3</Pages>
  <Words>889</Words>
  <Characters>5774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>ОАО ПКС</Company>
  <LinksUpToDate>false</LinksUpToDate>
  <CharactersWithSpaces>6650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creator>KL</dc:creator>
  <cp:lastModifiedBy>PCS\o.larikova (WST-LEN-035)</cp:lastModifiedBy>
  <cp:revision>21</cp:revision>
  <cp:lastPrinted>2018-11-19T07:47:00Z</cp:lastPrinted>
  <dcterms:created xsi:type="dcterms:W3CDTF">2018-10-08T06:21:00Z</dcterms:created>
  <dcterms:modified xsi:type="dcterms:W3CDTF">2018-11-19T07:48:00Z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